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DE1AA4" w14:textId="532851D5" w:rsidR="001F537D" w:rsidRDefault="001F537D" w:rsidP="00420FE4">
      <w:pPr>
        <w:pStyle w:val="Titul1"/>
      </w:pPr>
      <w:r w:rsidRPr="001F537D">
        <w:t xml:space="preserve">Dohoda o předčasném užívání </w:t>
      </w:r>
      <w:r w:rsidRPr="00E32B71">
        <w:t>části</w:t>
      </w:r>
      <w:r w:rsidRPr="001F537D">
        <w:t xml:space="preserve"> </w:t>
      </w:r>
      <w:r w:rsidR="00D80C70">
        <w:t xml:space="preserve">Díla </w:t>
      </w:r>
    </w:p>
    <w:p w14:paraId="2F365D0B" w14:textId="105C14CB" w:rsidR="00FF783F" w:rsidRDefault="00FF783F" w:rsidP="00AD3380">
      <w:pPr>
        <w:pStyle w:val="Textkomente"/>
        <w:jc w:val="both"/>
        <w:rPr>
          <w:b/>
          <w:i/>
          <w:color w:val="00B050"/>
        </w:rPr>
      </w:pPr>
      <w:r>
        <w:rPr>
          <w:b/>
          <w:i/>
          <w:color w:val="00B050"/>
        </w:rPr>
        <w:t>TATO DOHODA JE URČENA VÝHRADNĚ PRO UVEDENÍ ČÁSTI DÍLA DO PŘEDČASNÉHO UŽÍVÁNÍ. Tento vzor se nepoužívá pro situaci, kdy je potřeba uvést část Díla (položka/y, stavební díl v rámci objektu) do Zkušebního provozu</w:t>
      </w:r>
      <w:r w:rsidR="00CE4281">
        <w:rPr>
          <w:b/>
          <w:i/>
          <w:color w:val="00B050"/>
        </w:rPr>
        <w:t xml:space="preserve"> </w:t>
      </w:r>
      <w:r w:rsidR="00AD3380">
        <w:rPr>
          <w:b/>
          <w:i/>
          <w:color w:val="00B050"/>
        </w:rPr>
        <w:t>(pro tuto situaci se použije vzor Dohody pro předčasné užívání + Zkušební provoz</w:t>
      </w:r>
      <w:r>
        <w:rPr>
          <w:b/>
          <w:i/>
          <w:color w:val="00B050"/>
        </w:rPr>
        <w:t xml:space="preserve">. </w:t>
      </w:r>
    </w:p>
    <w:p w14:paraId="539C2A0A" w14:textId="77777777" w:rsidR="00FF783F" w:rsidRDefault="00FF783F" w:rsidP="00FF783F">
      <w:pPr>
        <w:pStyle w:val="Textkomente"/>
        <w:rPr>
          <w:b/>
          <w:i/>
          <w:color w:val="00B050"/>
        </w:rPr>
      </w:pPr>
      <w:r>
        <w:rPr>
          <w:b/>
          <w:i/>
          <w:color w:val="00B050"/>
        </w:rPr>
        <w:t>Zelený text je informační a vždy ho vymažte.</w:t>
      </w:r>
    </w:p>
    <w:p w14:paraId="3DB0D30E" w14:textId="135CEFD3" w:rsidR="002D7D37" w:rsidRDefault="001F537D" w:rsidP="00420FE4">
      <w:pPr>
        <w:pStyle w:val="Titul2"/>
      </w:pPr>
      <w:r w:rsidRPr="001F537D">
        <w:t xml:space="preserve">Název zakázky: </w:t>
      </w:r>
      <w:sdt>
        <w:sdtPr>
          <w:alias w:val="Název akce - VYplnit pole - přenese se do zápatí"/>
          <w:tag w:val="Název akce"/>
          <w:id w:val="1889687308"/>
          <w:placeholder>
            <w:docPart w:val="CFF8256119684AFAA3EAD06CA41CC861"/>
          </w:placeholder>
          <w:text/>
        </w:sdtPr>
        <w:sdtContent>
          <w:r w:rsidR="00377E0F" w:rsidRPr="00377E0F">
            <w:t>„Cyklická obnova trati v úseku Včelná – Horní Dvořiště“</w:t>
          </w:r>
        </w:sdtContent>
      </w:sdt>
    </w:p>
    <w:p w14:paraId="439D92E2" w14:textId="77777777" w:rsidR="001F537D" w:rsidRPr="001F537D" w:rsidRDefault="001F537D" w:rsidP="00113009">
      <w:pPr>
        <w:pStyle w:val="Nadpisbezsl1-2"/>
      </w:pPr>
      <w:r w:rsidRPr="001F537D">
        <w:t>Smluvní strany:</w:t>
      </w:r>
    </w:p>
    <w:p w14:paraId="0F18B6EE" w14:textId="77777777" w:rsidR="001F537D" w:rsidRPr="00EC1FC4" w:rsidRDefault="001F537D" w:rsidP="0065508C">
      <w:pPr>
        <w:pStyle w:val="Textbezodsazen"/>
        <w:spacing w:after="0"/>
        <w:jc w:val="left"/>
        <w:rPr>
          <w:b/>
        </w:rPr>
      </w:pPr>
      <w:r w:rsidRPr="00EC1FC4">
        <w:rPr>
          <w:b/>
        </w:rPr>
        <w:t>Správa</w:t>
      </w:r>
      <w:r w:rsidR="00D80C70">
        <w:rPr>
          <w:b/>
        </w:rPr>
        <w:t xml:space="preserve"> železnic</w:t>
      </w:r>
      <w:r w:rsidRPr="00EC1FC4">
        <w:rPr>
          <w:b/>
        </w:rPr>
        <w:t>, státní organizace</w:t>
      </w:r>
    </w:p>
    <w:p w14:paraId="422E7F3C" w14:textId="77777777" w:rsidR="001F537D" w:rsidRPr="001F537D" w:rsidRDefault="001F537D" w:rsidP="0065508C">
      <w:pPr>
        <w:pStyle w:val="Textbezodsazen"/>
        <w:spacing w:after="0"/>
        <w:jc w:val="left"/>
      </w:pPr>
      <w:r w:rsidRPr="001F537D">
        <w:t xml:space="preserve">se sídlem: Dlážděná 1003/7, 110 00 Praha 1 - Nové Město </w:t>
      </w:r>
    </w:p>
    <w:p w14:paraId="0CD3F22C" w14:textId="77777777" w:rsidR="001F537D" w:rsidRPr="001F537D" w:rsidRDefault="001F537D" w:rsidP="0065508C">
      <w:pPr>
        <w:pStyle w:val="Textbezodsazen"/>
        <w:spacing w:after="0"/>
        <w:jc w:val="left"/>
      </w:pPr>
      <w:r w:rsidRPr="001F537D">
        <w:t>IČO: 70994234 DIČ: CZ70994234</w:t>
      </w:r>
    </w:p>
    <w:p w14:paraId="39FE3F80" w14:textId="77777777" w:rsidR="001F537D" w:rsidRPr="001F537D" w:rsidRDefault="001F537D" w:rsidP="0065508C">
      <w:pPr>
        <w:pStyle w:val="Textbezodsazen"/>
        <w:spacing w:after="0"/>
        <w:jc w:val="left"/>
      </w:pPr>
      <w:r w:rsidRPr="001F537D">
        <w:t>zapsaná v obchodním rejstříku vedeném Městským soudem v Praze,</w:t>
      </w:r>
    </w:p>
    <w:p w14:paraId="69D6F035" w14:textId="77777777" w:rsidR="001F537D" w:rsidRPr="001F537D" w:rsidRDefault="001F537D" w:rsidP="0065508C">
      <w:pPr>
        <w:pStyle w:val="Textbezodsazen"/>
        <w:spacing w:after="0"/>
        <w:jc w:val="left"/>
      </w:pPr>
      <w:r w:rsidRPr="001F537D">
        <w:t>spisová značka A 48384</w:t>
      </w:r>
    </w:p>
    <w:p w14:paraId="75CA11DE" w14:textId="1EA9A6B4" w:rsidR="001F537D" w:rsidRPr="007229A9" w:rsidRDefault="001F537D" w:rsidP="00377E0F">
      <w:pPr>
        <w:pStyle w:val="Textkomente"/>
        <w:ind w:left="1134" w:hanging="1134"/>
        <w:rPr>
          <w:i/>
        </w:rPr>
      </w:pPr>
      <w:r w:rsidRPr="001F537D">
        <w:t xml:space="preserve">zastoupena: </w:t>
      </w:r>
      <w:r w:rsidR="00377E0F" w:rsidRPr="00443CE4">
        <w:t xml:space="preserve">Ing. </w:t>
      </w:r>
      <w:r w:rsidR="00377E0F" w:rsidRPr="007212BD">
        <w:t xml:space="preserve">Radkem Makovcem, ředitelem Oblastního ředitelství Plzeň, na základě </w:t>
      </w:r>
      <w:r w:rsidR="00377E0F" w:rsidRPr="005B309F">
        <w:t xml:space="preserve">pověření </w:t>
      </w:r>
      <w:r w:rsidR="00377E0F" w:rsidRPr="00D156B3">
        <w:t xml:space="preserve">č. </w:t>
      </w:r>
      <w:r w:rsidR="00377E0F">
        <w:t>3725</w:t>
      </w:r>
      <w:r w:rsidR="00377E0F" w:rsidRPr="00D156B3">
        <w:t xml:space="preserve"> ze dne </w:t>
      </w:r>
      <w:r w:rsidR="00377E0F">
        <w:t>05</w:t>
      </w:r>
      <w:r w:rsidR="00377E0F" w:rsidRPr="00D156B3">
        <w:t xml:space="preserve">. </w:t>
      </w:r>
      <w:r w:rsidR="00377E0F">
        <w:t>05</w:t>
      </w:r>
      <w:r w:rsidR="00377E0F" w:rsidRPr="00D156B3">
        <w:t>. 2025</w:t>
      </w:r>
    </w:p>
    <w:p w14:paraId="641C7213" w14:textId="6A139919" w:rsidR="001F537D" w:rsidRPr="001F537D" w:rsidRDefault="001F537D" w:rsidP="0065508C">
      <w:pPr>
        <w:pStyle w:val="Textbezodsazen"/>
        <w:jc w:val="left"/>
      </w:pPr>
    </w:p>
    <w:p w14:paraId="325129A1" w14:textId="77777777" w:rsidR="001F537D" w:rsidRPr="00EC1FC4" w:rsidRDefault="001F537D" w:rsidP="0065508C">
      <w:pPr>
        <w:pStyle w:val="Textbezodsazen"/>
        <w:spacing w:after="0"/>
        <w:jc w:val="left"/>
        <w:rPr>
          <w:b/>
        </w:rPr>
      </w:pPr>
      <w:r w:rsidRPr="00EC1FC4">
        <w:rPr>
          <w:b/>
          <w:iCs/>
        </w:rPr>
        <w:t xml:space="preserve">Korespondenční adresa: </w:t>
      </w:r>
    </w:p>
    <w:p w14:paraId="50655FB3" w14:textId="77777777" w:rsidR="00377E0F" w:rsidRPr="00617CB2" w:rsidRDefault="00377E0F" w:rsidP="00377E0F">
      <w:pPr>
        <w:pStyle w:val="Textbezodsazen"/>
        <w:spacing w:after="0"/>
      </w:pPr>
      <w:r w:rsidRPr="00617CB2">
        <w:t>Správa železnic, státní organizace</w:t>
      </w:r>
    </w:p>
    <w:p w14:paraId="5C1529F2" w14:textId="77777777" w:rsidR="00377E0F" w:rsidRPr="00617CB2" w:rsidRDefault="00377E0F" w:rsidP="00377E0F">
      <w:pPr>
        <w:tabs>
          <w:tab w:val="left" w:pos="993"/>
        </w:tabs>
        <w:spacing w:after="0"/>
        <w:rPr>
          <w:rFonts w:cs="Arial"/>
          <w:snapToGrid w:val="0"/>
        </w:rPr>
      </w:pPr>
      <w:r w:rsidRPr="00617CB2">
        <w:rPr>
          <w:rFonts w:cs="Arial"/>
          <w:snapToGrid w:val="0"/>
        </w:rPr>
        <w:t>Oblastní ředitelství Plzeň</w:t>
      </w:r>
    </w:p>
    <w:p w14:paraId="78CD893F" w14:textId="32F7138A" w:rsidR="001F537D" w:rsidRPr="001F537D" w:rsidRDefault="00377E0F" w:rsidP="00377E0F">
      <w:pPr>
        <w:pStyle w:val="Textbezodsazen"/>
        <w:jc w:val="left"/>
      </w:pPr>
      <w:r w:rsidRPr="00617CB2">
        <w:rPr>
          <w:rFonts w:cs="Arial"/>
          <w:snapToGrid w:val="0"/>
        </w:rPr>
        <w:t>Sušická 1168/23, 326 00 PLZEŇ</w:t>
      </w:r>
    </w:p>
    <w:p w14:paraId="00171E44" w14:textId="77777777" w:rsidR="001F537D" w:rsidRDefault="001F537D" w:rsidP="0065508C">
      <w:pPr>
        <w:pStyle w:val="Textbezodsazen"/>
        <w:jc w:val="left"/>
      </w:pPr>
      <w:r w:rsidRPr="001F537D">
        <w:t xml:space="preserve">(dále jen </w:t>
      </w:r>
      <w:r w:rsidRPr="007E4D3E">
        <w:t>„</w:t>
      </w:r>
      <w:r w:rsidRPr="00EC1FC4">
        <w:rPr>
          <w:b/>
        </w:rPr>
        <w:t>Objednatel</w:t>
      </w:r>
      <w:r w:rsidRPr="007E4D3E">
        <w:t>“)</w:t>
      </w:r>
    </w:p>
    <w:p w14:paraId="12E1188C" w14:textId="77777777" w:rsidR="00377E0F" w:rsidRPr="001F537D" w:rsidRDefault="00377E0F" w:rsidP="0065508C">
      <w:pPr>
        <w:pStyle w:val="Textbezodsazen"/>
        <w:jc w:val="left"/>
      </w:pPr>
    </w:p>
    <w:p w14:paraId="11F0CB3B" w14:textId="78348809" w:rsidR="001F537D" w:rsidRPr="001F537D" w:rsidRDefault="001F537D" w:rsidP="0065508C">
      <w:pPr>
        <w:pStyle w:val="Textbezodsazen"/>
        <w:spacing w:after="0"/>
        <w:jc w:val="left"/>
      </w:pPr>
      <w:r w:rsidRPr="001F537D">
        <w:t xml:space="preserve">číslo </w:t>
      </w:r>
      <w:r w:rsidR="00A72477">
        <w:t>D</w:t>
      </w:r>
      <w:r w:rsidR="005161F1">
        <w:t>ohody</w:t>
      </w:r>
      <w:r w:rsidRPr="001F537D">
        <w:t>: [</w:t>
      </w:r>
      <w:r w:rsidRPr="001F537D">
        <w:rPr>
          <w:highlight w:val="green"/>
        </w:rPr>
        <w:t>VLOŽÍ OBJEDNATEL</w:t>
      </w:r>
      <w:r w:rsidR="00A63D4A">
        <w:t>]</w:t>
      </w:r>
      <w:r w:rsidRPr="001F537D">
        <w:t xml:space="preserve"> </w:t>
      </w:r>
    </w:p>
    <w:p w14:paraId="5DB15692" w14:textId="77777777" w:rsidR="001F537D" w:rsidRPr="001F537D" w:rsidRDefault="001F537D" w:rsidP="0065508C">
      <w:pPr>
        <w:pStyle w:val="Textbezodsazen"/>
        <w:jc w:val="left"/>
      </w:pPr>
      <w:r w:rsidRPr="001F537D">
        <w:t xml:space="preserve">ISPROFOND: </w:t>
      </w:r>
      <w:r w:rsidRPr="001F537D">
        <w:rPr>
          <w:highlight w:val="green"/>
        </w:rPr>
        <w:t>5.. … ….</w:t>
      </w:r>
    </w:p>
    <w:p w14:paraId="7753191D" w14:textId="77777777" w:rsidR="001F537D" w:rsidRPr="001F537D" w:rsidRDefault="001F537D" w:rsidP="0065508C">
      <w:pPr>
        <w:pStyle w:val="Textbezodsazen"/>
        <w:jc w:val="left"/>
      </w:pPr>
    </w:p>
    <w:p w14:paraId="49F761C0" w14:textId="77777777" w:rsidR="001F537D" w:rsidRPr="001F537D" w:rsidRDefault="001F537D" w:rsidP="0065508C">
      <w:pPr>
        <w:pStyle w:val="Textbezodsazen"/>
        <w:jc w:val="left"/>
      </w:pPr>
      <w:r w:rsidRPr="001F537D">
        <w:t>a</w:t>
      </w:r>
    </w:p>
    <w:p w14:paraId="326DD21A" w14:textId="77777777" w:rsidR="001F537D" w:rsidRPr="001F537D" w:rsidRDefault="001F537D" w:rsidP="0065508C">
      <w:pPr>
        <w:pStyle w:val="Textbezodsazen"/>
        <w:jc w:val="left"/>
      </w:pPr>
    </w:p>
    <w:p w14:paraId="3A21F0A2" w14:textId="710A5B6B" w:rsidR="001F537D" w:rsidRPr="001F537D" w:rsidRDefault="001F537D" w:rsidP="0065508C">
      <w:pPr>
        <w:pStyle w:val="Textbezodsazen"/>
        <w:spacing w:after="0"/>
        <w:jc w:val="left"/>
      </w:pPr>
      <w:r w:rsidRPr="001F537D">
        <w:t>[</w:t>
      </w:r>
      <w:r w:rsidRPr="001F537D">
        <w:rPr>
          <w:highlight w:val="yellow"/>
        </w:rPr>
        <w:t>VLOŽÍ ZHOTOVITEL</w:t>
      </w:r>
      <w:r w:rsidR="00A63D4A">
        <w:t>]</w:t>
      </w:r>
    </w:p>
    <w:p w14:paraId="431951BD" w14:textId="387E9297" w:rsidR="001F537D" w:rsidRPr="001F537D" w:rsidRDefault="001F537D" w:rsidP="0065508C">
      <w:pPr>
        <w:pStyle w:val="Textbezodsazen"/>
        <w:spacing w:after="0"/>
        <w:jc w:val="left"/>
      </w:pPr>
      <w:r w:rsidRPr="001F537D">
        <w:t>se sídlem: [</w:t>
      </w:r>
      <w:r w:rsidRPr="001F537D">
        <w:rPr>
          <w:highlight w:val="yellow"/>
        </w:rPr>
        <w:t>VLOŽÍ ZHOTOVITEL</w:t>
      </w:r>
      <w:r w:rsidR="00A63D4A">
        <w:t>]</w:t>
      </w:r>
      <w:r w:rsidRPr="001F537D">
        <w:t xml:space="preserve"> </w:t>
      </w:r>
    </w:p>
    <w:p w14:paraId="3D61A62A" w14:textId="74C0B948" w:rsidR="001F537D" w:rsidRPr="001F537D" w:rsidRDefault="001F537D" w:rsidP="0065508C">
      <w:pPr>
        <w:pStyle w:val="Textbezodsazen"/>
        <w:spacing w:after="0"/>
        <w:jc w:val="left"/>
      </w:pPr>
      <w:r w:rsidRPr="001F537D">
        <w:t>IČO: "[</w:t>
      </w:r>
      <w:r w:rsidRPr="001F537D">
        <w:rPr>
          <w:highlight w:val="yellow"/>
        </w:rPr>
        <w:t>VLOŽÍ ZHOTOVITEL</w:t>
      </w:r>
      <w:r w:rsidRPr="001F537D">
        <w:t>]", DIČ: [</w:t>
      </w:r>
      <w:r w:rsidRPr="001F537D">
        <w:rPr>
          <w:highlight w:val="yellow"/>
        </w:rPr>
        <w:t>VLOŽÍ ZHOTOVITEL</w:t>
      </w:r>
      <w:r w:rsidR="00A63D4A">
        <w:t>]</w:t>
      </w:r>
      <w:r w:rsidRPr="001F537D">
        <w:t xml:space="preserve"> </w:t>
      </w:r>
    </w:p>
    <w:p w14:paraId="66305F50" w14:textId="6009CA17" w:rsidR="001F537D" w:rsidRPr="001F537D" w:rsidRDefault="001F537D" w:rsidP="0065508C">
      <w:pPr>
        <w:pStyle w:val="Textbezodsazen"/>
        <w:spacing w:after="0"/>
        <w:jc w:val="left"/>
      </w:pPr>
      <w:r w:rsidRPr="001F537D">
        <w:t>zapsaná v obchodním rejstříku vedeném "[</w:t>
      </w:r>
      <w:r w:rsidRPr="001F537D">
        <w:rPr>
          <w:highlight w:val="yellow"/>
        </w:rPr>
        <w:t>VLOŽÍ ZHOTOVITEL</w:t>
      </w:r>
      <w:r w:rsidRPr="001F537D">
        <w:t>]" soudem v [</w:t>
      </w:r>
      <w:r w:rsidRPr="00C12349">
        <w:rPr>
          <w:highlight w:val="yellow"/>
        </w:rPr>
        <w:t>VL</w:t>
      </w:r>
      <w:r w:rsidRPr="001F537D">
        <w:rPr>
          <w:highlight w:val="yellow"/>
        </w:rPr>
        <w:t>OŽÍ ZHOTOVITEL</w:t>
      </w:r>
      <w:r w:rsidR="00A63D4A">
        <w:t>]</w:t>
      </w:r>
      <w:r w:rsidRPr="001F537D">
        <w:t>,</w:t>
      </w:r>
    </w:p>
    <w:p w14:paraId="68C579E5" w14:textId="12340DAC" w:rsidR="001F537D" w:rsidRPr="001F537D" w:rsidRDefault="001F537D" w:rsidP="0065508C">
      <w:pPr>
        <w:pStyle w:val="Textbezodsazen"/>
        <w:spacing w:after="0"/>
        <w:jc w:val="left"/>
      </w:pPr>
      <w:r w:rsidRPr="001F537D">
        <w:t>spisová značka [</w:t>
      </w:r>
      <w:r w:rsidRPr="001F537D">
        <w:rPr>
          <w:highlight w:val="yellow"/>
        </w:rPr>
        <w:t>VLOŽÍ ZHOTOVITEL</w:t>
      </w:r>
      <w:r w:rsidR="00A63D4A">
        <w:t>]</w:t>
      </w:r>
      <w:r w:rsidRPr="001F537D">
        <w:t xml:space="preserve"> </w:t>
      </w:r>
    </w:p>
    <w:p w14:paraId="7AE22D5D" w14:textId="2F99F7AE" w:rsidR="001F537D" w:rsidRPr="001F537D" w:rsidRDefault="001F537D" w:rsidP="0065508C">
      <w:pPr>
        <w:pStyle w:val="Textbezodsazen"/>
        <w:spacing w:after="0"/>
        <w:jc w:val="left"/>
      </w:pPr>
      <w:r w:rsidRPr="001F537D">
        <w:t>bank. spojení: [</w:t>
      </w:r>
      <w:r w:rsidRPr="001F537D">
        <w:rPr>
          <w:highlight w:val="yellow"/>
        </w:rPr>
        <w:t>VLOŽÍ ZHOTOVITEL</w:t>
      </w:r>
      <w:r w:rsidRPr="001F537D">
        <w:t>], č. účtu: [</w:t>
      </w:r>
      <w:r w:rsidRPr="001F537D">
        <w:rPr>
          <w:highlight w:val="yellow"/>
        </w:rPr>
        <w:t>VLOŽÍ ZHOTOVITEL</w:t>
      </w:r>
      <w:r w:rsidR="00A63D4A">
        <w:t>]</w:t>
      </w:r>
      <w:r w:rsidRPr="001F537D">
        <w:t xml:space="preserve"> </w:t>
      </w:r>
    </w:p>
    <w:p w14:paraId="51F34D8F" w14:textId="77777777" w:rsidR="001F537D" w:rsidRPr="001F537D" w:rsidRDefault="001F537D" w:rsidP="0065508C">
      <w:pPr>
        <w:pStyle w:val="Textbezodsazen"/>
        <w:jc w:val="left"/>
      </w:pPr>
      <w:r w:rsidRPr="00EC1FC4">
        <w:t>zastoupena</w:t>
      </w:r>
      <w:r w:rsidRPr="001F537D">
        <w:t>: "[</w:t>
      </w:r>
      <w:r w:rsidRPr="001F537D">
        <w:rPr>
          <w:highlight w:val="yellow"/>
        </w:rPr>
        <w:t>VLOŽÍ ZHOTOVITEL</w:t>
      </w:r>
      <w:r w:rsidRPr="001F537D">
        <w:t xml:space="preserve">]" </w:t>
      </w:r>
    </w:p>
    <w:p w14:paraId="7DF33BB1" w14:textId="77777777" w:rsidR="001F537D" w:rsidRPr="00EC1FC4" w:rsidRDefault="001F537D" w:rsidP="0065508C">
      <w:pPr>
        <w:pStyle w:val="Textbezodsazen"/>
        <w:spacing w:after="0"/>
        <w:jc w:val="left"/>
        <w:rPr>
          <w:b/>
          <w:iCs/>
        </w:rPr>
      </w:pPr>
      <w:r w:rsidRPr="00EC1FC4">
        <w:rPr>
          <w:b/>
          <w:iCs/>
        </w:rPr>
        <w:lastRenderedPageBreak/>
        <w:t xml:space="preserve">Korespondenční adresa: </w:t>
      </w:r>
    </w:p>
    <w:p w14:paraId="7745DFD9" w14:textId="36679B91" w:rsidR="001F537D" w:rsidRPr="001F537D" w:rsidRDefault="001F537D" w:rsidP="0065508C">
      <w:pPr>
        <w:pStyle w:val="Textbezodsazen"/>
        <w:jc w:val="left"/>
      </w:pPr>
      <w:r w:rsidRPr="001F537D">
        <w:t>[</w:t>
      </w:r>
      <w:r w:rsidRPr="001F537D">
        <w:rPr>
          <w:highlight w:val="yellow"/>
        </w:rPr>
        <w:t>VLOŽÍ ZHOTOVITEL</w:t>
      </w:r>
      <w:r w:rsidR="00A63D4A">
        <w:t>]</w:t>
      </w:r>
      <w:r w:rsidRPr="001F537D">
        <w:t xml:space="preserve"> </w:t>
      </w:r>
    </w:p>
    <w:p w14:paraId="4EA96D0F" w14:textId="77777777" w:rsidR="001F537D" w:rsidRPr="001F537D" w:rsidRDefault="001F537D" w:rsidP="0065508C">
      <w:pPr>
        <w:pStyle w:val="Textbezodsazen"/>
        <w:jc w:val="left"/>
      </w:pPr>
      <w:r w:rsidRPr="001F537D">
        <w:t xml:space="preserve">(dále jen </w:t>
      </w:r>
      <w:r w:rsidRPr="007E4D3E">
        <w:t>„</w:t>
      </w:r>
      <w:r w:rsidRPr="00EC1FC4">
        <w:rPr>
          <w:b/>
        </w:rPr>
        <w:t>Zhotovitel</w:t>
      </w:r>
      <w:r w:rsidRPr="007E4D3E">
        <w:t>“)</w:t>
      </w:r>
    </w:p>
    <w:p w14:paraId="54C9C193" w14:textId="153A17E4" w:rsidR="001F537D" w:rsidRPr="001F537D" w:rsidRDefault="001F537D" w:rsidP="0065508C">
      <w:pPr>
        <w:pStyle w:val="Textbezodsazen"/>
        <w:jc w:val="left"/>
      </w:pPr>
      <w:r w:rsidRPr="001F537D">
        <w:t>číslo smlouvy: [</w:t>
      </w:r>
      <w:r w:rsidRPr="001F537D">
        <w:rPr>
          <w:highlight w:val="yellow"/>
        </w:rPr>
        <w:t>VLOŽÍ ZHOTOVITEL</w:t>
      </w:r>
      <w:r w:rsidR="00A63D4A">
        <w:t>]</w:t>
      </w:r>
      <w:r w:rsidRPr="001F537D">
        <w:t xml:space="preserve"> </w:t>
      </w:r>
    </w:p>
    <w:p w14:paraId="36E6D967" w14:textId="573EAE41" w:rsidR="0050154B" w:rsidRDefault="001F537D" w:rsidP="00106CD8">
      <w:pPr>
        <w:pStyle w:val="Textbezodsazen"/>
      </w:pPr>
      <w:r w:rsidRPr="001F537D">
        <w:t xml:space="preserve">uzavírají tuto dohodu (dále jen „Dohoda“) v souladu se zákonem č. </w:t>
      </w:r>
      <w:r w:rsidR="00EF51ED">
        <w:t>283/2021</w:t>
      </w:r>
      <w:r w:rsidRPr="001F537D">
        <w:t xml:space="preserve"> Sb., stavební zákon,</w:t>
      </w:r>
      <w:r w:rsidR="00EC1FC4">
        <w:t xml:space="preserve"> </w:t>
      </w:r>
      <w:r w:rsidRPr="001F537D">
        <w:t>ve znění pozdějších předpisů (dále jen „</w:t>
      </w:r>
      <w:r w:rsidRPr="007E4D3E">
        <w:t>stavební zákon</w:t>
      </w:r>
      <w:r w:rsidR="00EC1FC4">
        <w:t>“</w:t>
      </w:r>
      <w:r w:rsidRPr="007E4D3E">
        <w:t>)</w:t>
      </w:r>
      <w:r w:rsidR="00121CFC">
        <w:t>.</w:t>
      </w:r>
    </w:p>
    <w:p w14:paraId="1D35706A" w14:textId="512F1125" w:rsidR="00106CD8" w:rsidRPr="007229A9" w:rsidRDefault="00106CD8" w:rsidP="00106CD8">
      <w:pPr>
        <w:pStyle w:val="Textbezodsazen"/>
      </w:pPr>
      <w:r w:rsidRPr="00106CD8">
        <w:rPr>
          <w:b/>
        </w:rPr>
        <w:t>Smluvní strany, vědomy si svých závazků</w:t>
      </w:r>
      <w:r w:rsidR="006E7CEC">
        <w:rPr>
          <w:b/>
        </w:rPr>
        <w:t xml:space="preserve"> v </w:t>
      </w:r>
      <w:r w:rsidRPr="00106CD8">
        <w:rPr>
          <w:b/>
        </w:rPr>
        <w:t xml:space="preserve">této </w:t>
      </w:r>
      <w:r w:rsidR="001F537D">
        <w:rPr>
          <w:b/>
        </w:rPr>
        <w:t xml:space="preserve">Dohodě </w:t>
      </w:r>
      <w:r w:rsidRPr="00106CD8">
        <w:rPr>
          <w:b/>
        </w:rPr>
        <w:t>obsažených</w:t>
      </w:r>
      <w:r w:rsidR="006E7CEC">
        <w:rPr>
          <w:b/>
        </w:rPr>
        <w:t xml:space="preserve"> a s </w:t>
      </w:r>
      <w:r w:rsidRPr="00106CD8">
        <w:rPr>
          <w:b/>
        </w:rPr>
        <w:t xml:space="preserve">úmyslem být touto </w:t>
      </w:r>
      <w:r w:rsidR="001F537D">
        <w:rPr>
          <w:b/>
        </w:rPr>
        <w:t>Dohodou</w:t>
      </w:r>
      <w:r w:rsidRPr="00106CD8">
        <w:rPr>
          <w:b/>
        </w:rPr>
        <w:t xml:space="preserve"> vázány, dohodly se na následujícím znění</w:t>
      </w:r>
      <w:r w:rsidR="001F537D">
        <w:rPr>
          <w:b/>
        </w:rPr>
        <w:t xml:space="preserve"> Dohody</w:t>
      </w:r>
      <w:r w:rsidRPr="00106CD8">
        <w:rPr>
          <w:b/>
        </w:rPr>
        <w:t>:</w:t>
      </w:r>
    </w:p>
    <w:p w14:paraId="24CDAC6E" w14:textId="77777777" w:rsidR="007D26F9" w:rsidRPr="00BC5BDD" w:rsidRDefault="007D26F9" w:rsidP="00BC5BDD">
      <w:pPr>
        <w:pStyle w:val="Nadpis1-1"/>
      </w:pPr>
      <w:r w:rsidRPr="00BC5BDD">
        <w:t>ÚVODNÍ USTANOVENÍ</w:t>
      </w:r>
      <w:r w:rsidR="00971406">
        <w:t xml:space="preserve"> </w:t>
      </w:r>
    </w:p>
    <w:p w14:paraId="015CB0FC" w14:textId="77777777" w:rsidR="007D26F9" w:rsidRPr="004C2CFD" w:rsidRDefault="00971406" w:rsidP="00EC1FC4">
      <w:pPr>
        <w:pStyle w:val="Text1-1"/>
      </w:pPr>
      <w:r w:rsidRPr="00EC1FC4">
        <w:t>Smluvní strany uzavřely dne</w:t>
      </w:r>
      <w:r w:rsidR="00FE5032">
        <w:t xml:space="preserve"> </w:t>
      </w:r>
      <w:r w:rsidR="00FE5032">
        <w:rPr>
          <w:highlight w:val="green"/>
        </w:rPr>
        <w:t>………</w:t>
      </w:r>
      <w:r w:rsidR="00FE5032">
        <w:t xml:space="preserve"> </w:t>
      </w:r>
      <w:r w:rsidR="007068A9">
        <w:t xml:space="preserve">smlouvu o dílo </w:t>
      </w:r>
      <w:r w:rsidR="00951EF6" w:rsidRPr="00EC1FC4">
        <w:t xml:space="preserve">(dále jen </w:t>
      </w:r>
      <w:r w:rsidR="007068A9" w:rsidRPr="004C2CFD">
        <w:t>„</w:t>
      </w:r>
      <w:r w:rsidR="00951EF6" w:rsidRPr="004C2CFD">
        <w:t>Smlouva</w:t>
      </w:r>
      <w:r w:rsidR="007068A9" w:rsidRPr="004C2CFD">
        <w:t>“</w:t>
      </w:r>
      <w:r w:rsidR="00951EF6" w:rsidRPr="004C2CFD">
        <w:t>)</w:t>
      </w:r>
      <w:r w:rsidRPr="004C2CFD">
        <w:t>,</w:t>
      </w:r>
      <w:r w:rsidRPr="00EC1FC4">
        <w:t xml:space="preserve"> jejímž předmětem je provedení stavby </w:t>
      </w:r>
      <w:r w:rsidR="00E12962" w:rsidRPr="00E12962">
        <w:rPr>
          <w:highlight w:val="green"/>
        </w:rPr>
        <w:t>………</w:t>
      </w:r>
      <w:r w:rsidR="00FE5032">
        <w:rPr>
          <w:noProof/>
        </w:rPr>
        <w:t xml:space="preserve"> </w:t>
      </w:r>
      <w:r w:rsidRPr="00EC1FC4">
        <w:t>(</w:t>
      </w:r>
      <w:r w:rsidRPr="004C2CFD">
        <w:t>dále jen</w:t>
      </w:r>
      <w:r w:rsidR="007068A9" w:rsidRPr="004C2CFD">
        <w:t xml:space="preserve"> „</w:t>
      </w:r>
      <w:r w:rsidR="001B3DA3" w:rsidRPr="004C2CFD">
        <w:t>Dílo</w:t>
      </w:r>
      <w:r w:rsidR="007068A9" w:rsidRPr="004C2CFD">
        <w:t>“</w:t>
      </w:r>
      <w:r w:rsidRPr="004C2CFD">
        <w:t>).</w:t>
      </w:r>
    </w:p>
    <w:p w14:paraId="5BFE6FCA" w14:textId="77777777" w:rsidR="007D26F9" w:rsidRPr="00971406" w:rsidRDefault="00971406" w:rsidP="00BC5BDD">
      <w:pPr>
        <w:pStyle w:val="Nadpis1-1"/>
      </w:pPr>
      <w:r w:rsidRPr="00971406">
        <w:t>PŘEDMĚT DOHODY</w:t>
      </w:r>
    </w:p>
    <w:p w14:paraId="4B1373B9" w14:textId="0CCCB82E" w:rsidR="00895FD6" w:rsidRPr="00EC1FC4" w:rsidRDefault="00971406" w:rsidP="00BC5BDD">
      <w:pPr>
        <w:pStyle w:val="Text1-1"/>
      </w:pPr>
      <w:r w:rsidRPr="00EC1FC4">
        <w:t>Předmětem</w:t>
      </w:r>
      <w:r w:rsidR="00895FD6" w:rsidRPr="00EC1FC4">
        <w:t xml:space="preserve"> této</w:t>
      </w:r>
      <w:r w:rsidRPr="00EC1FC4">
        <w:t xml:space="preserve"> </w:t>
      </w:r>
      <w:r w:rsidR="00A72477">
        <w:t>D</w:t>
      </w:r>
      <w:r w:rsidR="00895FD6" w:rsidRPr="00EC1FC4">
        <w:t xml:space="preserve">ohody je souhrn podmínek, právních úkonů a opatření vedoucích k zajištění a bezproblémovému průběhu </w:t>
      </w:r>
      <w:r w:rsidR="00AD3380">
        <w:t>P</w:t>
      </w:r>
      <w:r w:rsidR="00497A7E" w:rsidRPr="00EC1FC4">
        <w:t xml:space="preserve">ředčasného užívání </w:t>
      </w:r>
      <w:r w:rsidR="00253416" w:rsidRPr="00EC1FC4">
        <w:t xml:space="preserve">části </w:t>
      </w:r>
      <w:r w:rsidR="00D80C70">
        <w:t>Díla</w:t>
      </w:r>
      <w:r w:rsidR="00497A7E" w:rsidRPr="00EC1FC4">
        <w:t>, tj.:</w:t>
      </w:r>
    </w:p>
    <w:p w14:paraId="444B4F42" w14:textId="67E8E567" w:rsidR="00497A7E" w:rsidRPr="00EC1FC4" w:rsidRDefault="00FE5032" w:rsidP="00497A7E">
      <w:pPr>
        <w:pStyle w:val="Text1-1"/>
        <w:numPr>
          <w:ilvl w:val="0"/>
          <w:numId w:val="0"/>
        </w:numPr>
        <w:ind w:left="737"/>
      </w:pPr>
      <w:r>
        <w:rPr>
          <w:highlight w:val="green"/>
        </w:rPr>
        <w:t>…</w:t>
      </w:r>
      <w:r w:rsidR="00497A7E" w:rsidRPr="00EC1FC4">
        <w:rPr>
          <w:highlight w:val="green"/>
        </w:rPr>
        <w:t xml:space="preserve">[ </w:t>
      </w:r>
      <w:r w:rsidR="00A63D4A">
        <w:rPr>
          <w:highlight w:val="green"/>
        </w:rPr>
        <w:t>VLOŽÍ</w:t>
      </w:r>
      <w:r w:rsidR="00A63D4A" w:rsidRPr="00EC1FC4">
        <w:rPr>
          <w:highlight w:val="green"/>
        </w:rPr>
        <w:t xml:space="preserve"> </w:t>
      </w:r>
      <w:r w:rsidR="00497A7E" w:rsidRPr="00EC1FC4">
        <w:rPr>
          <w:highlight w:val="green"/>
        </w:rPr>
        <w:t>OBJEDNATEL</w:t>
      </w:r>
      <w:r w:rsidR="00F60B3B" w:rsidRPr="00EC1FC4">
        <w:rPr>
          <w:highlight w:val="green"/>
        </w:rPr>
        <w:t>]</w:t>
      </w:r>
      <w:r w:rsidR="009E68C4">
        <w:rPr>
          <w:highlight w:val="green"/>
        </w:rPr>
        <w:t xml:space="preserve"> </w:t>
      </w:r>
      <w:r w:rsidR="009E68C4" w:rsidRPr="009E68C4">
        <w:rPr>
          <w:i/>
          <w:highlight w:val="green"/>
        </w:rPr>
        <w:t>upřesnit objekty</w:t>
      </w:r>
      <w:r w:rsidR="00961D34">
        <w:rPr>
          <w:i/>
          <w:highlight w:val="green"/>
        </w:rPr>
        <w:t xml:space="preserve"> SO/PS</w:t>
      </w:r>
      <w:r>
        <w:rPr>
          <w:highlight w:val="green"/>
        </w:rPr>
        <w:t>…</w:t>
      </w:r>
      <w:r w:rsidRPr="00FE5032">
        <w:t xml:space="preserve"> </w:t>
      </w:r>
      <w:r w:rsidR="00F60B3B" w:rsidRPr="00FE5032">
        <w:t>(</w:t>
      </w:r>
      <w:r w:rsidR="00F60B3B" w:rsidRPr="00EC1FC4">
        <w:t>dále jen</w:t>
      </w:r>
      <w:r w:rsidR="007068A9" w:rsidRPr="004C2CFD">
        <w:t>“</w:t>
      </w:r>
      <w:r w:rsidR="00F60B3B" w:rsidRPr="004C2CFD">
        <w:t xml:space="preserve"> část </w:t>
      </w:r>
      <w:r w:rsidR="00522A8D" w:rsidRPr="004C2CFD">
        <w:t>Díla</w:t>
      </w:r>
      <w:r w:rsidR="007068A9" w:rsidRPr="004C2CFD">
        <w:t>“</w:t>
      </w:r>
      <w:r w:rsidR="00F60B3B" w:rsidRPr="004C2CFD">
        <w:t>)</w:t>
      </w:r>
    </w:p>
    <w:p w14:paraId="182C62A8" w14:textId="760F3FBF" w:rsidR="00F10E41" w:rsidRDefault="00895FD6" w:rsidP="00F10E41">
      <w:pPr>
        <w:pStyle w:val="Text1-1"/>
      </w:pPr>
      <w:r w:rsidRPr="007E4D3E">
        <w:t xml:space="preserve">Předčasným užíváním se přitom rozumí časově omezené užívání části </w:t>
      </w:r>
      <w:r w:rsidR="00522A8D">
        <w:t xml:space="preserve">Díla </w:t>
      </w:r>
      <w:r w:rsidR="00F10E41" w:rsidRPr="007E4D3E">
        <w:t xml:space="preserve">před jejím převzetím Objednatelem </w:t>
      </w:r>
      <w:r w:rsidR="001B3DA3">
        <w:t>(</w:t>
      </w:r>
      <w:r w:rsidR="00F10E41" w:rsidRPr="007E4D3E">
        <w:t>v souladu s ustanovením Pod</w:t>
      </w:r>
      <w:r w:rsidR="00522A8D">
        <w:t>-</w:t>
      </w:r>
      <w:r w:rsidR="00F10E41" w:rsidRPr="007E4D3E">
        <w:t xml:space="preserve">článku 10.1 </w:t>
      </w:r>
      <w:r w:rsidR="00522A8D">
        <w:t xml:space="preserve">nebo 10.2 </w:t>
      </w:r>
      <w:r w:rsidR="00F10E41" w:rsidRPr="007E4D3E">
        <w:t>Smluvních podmínek pro výstavbu</w:t>
      </w:r>
      <w:r w:rsidR="00605D0F" w:rsidRPr="007E4D3E">
        <w:rPr>
          <w:szCs w:val="24"/>
        </w:rPr>
        <w:t xml:space="preserve"> pozemních a inženýrských staveb projektovaných </w:t>
      </w:r>
      <w:r w:rsidR="0029165B">
        <w:rPr>
          <w:szCs w:val="24"/>
        </w:rPr>
        <w:t>O</w:t>
      </w:r>
      <w:r w:rsidR="00605D0F" w:rsidRPr="007E4D3E">
        <w:rPr>
          <w:szCs w:val="24"/>
        </w:rPr>
        <w:t>bjednatelem -</w:t>
      </w:r>
      <w:r w:rsidR="00F10E41" w:rsidRPr="007E4D3E">
        <w:t xml:space="preserve"> Obecných podmínek ve znění upraveném Zvláštními podmínkami</w:t>
      </w:r>
      <w:r w:rsidR="008E313E">
        <w:t xml:space="preserve">, </w:t>
      </w:r>
      <w:r w:rsidR="008E313E" w:rsidRPr="007229A9">
        <w:t>uvedených ve Smlouvě</w:t>
      </w:r>
      <w:r w:rsidR="00F10E41" w:rsidRPr="007229A9">
        <w:t xml:space="preserve"> </w:t>
      </w:r>
      <w:r w:rsidR="001B3DA3">
        <w:t>-</w:t>
      </w:r>
      <w:r w:rsidR="00770C7F">
        <w:t xml:space="preserve"> </w:t>
      </w:r>
      <w:r w:rsidR="001B3DA3">
        <w:t xml:space="preserve">dále jen </w:t>
      </w:r>
      <w:r w:rsidR="007068A9" w:rsidRPr="004C2CFD">
        <w:t>„</w:t>
      </w:r>
      <w:r w:rsidR="001B3DA3" w:rsidRPr="004C2CFD">
        <w:t>Smluvní podmínk</w:t>
      </w:r>
      <w:r w:rsidR="004C2CFD" w:rsidRPr="004C2CFD">
        <w:t>y</w:t>
      </w:r>
      <w:r w:rsidR="007068A9">
        <w:t>“</w:t>
      </w:r>
      <w:r w:rsidR="001B3DA3">
        <w:t xml:space="preserve">) </w:t>
      </w:r>
      <w:r w:rsidR="00F10E41" w:rsidRPr="001B3DA3">
        <w:rPr>
          <w:highlight w:val="green"/>
        </w:rPr>
        <w:t>na základě pravomocného povolení vydaného stavebním úřadem na žádost Objednatele ve smyslu ustanovení stavebního zákona</w:t>
      </w:r>
      <w:r w:rsidR="004C2CFD">
        <w:t>.</w:t>
      </w:r>
    </w:p>
    <w:p w14:paraId="76F640A2" w14:textId="0D96EC9B" w:rsidR="007D26F9" w:rsidRPr="002E56DC" w:rsidRDefault="00F31E58" w:rsidP="00BC5BDD">
      <w:pPr>
        <w:pStyle w:val="Nadpis1-1"/>
      </w:pPr>
      <w:r w:rsidRPr="00497A7E">
        <w:t xml:space="preserve">SouhlaS S PŘedČasným UŽÍVÁNÍM A JEHO </w:t>
      </w:r>
      <w:r w:rsidRPr="002E56DC">
        <w:t xml:space="preserve">ROZSAH </w:t>
      </w:r>
    </w:p>
    <w:p w14:paraId="601A815C" w14:textId="7E9E61D5" w:rsidR="00F31E58" w:rsidRPr="002E56DC" w:rsidRDefault="00F31E58" w:rsidP="00F31E58">
      <w:pPr>
        <w:pStyle w:val="Text1-1"/>
      </w:pPr>
      <w:r w:rsidRPr="002E56DC">
        <w:t>Na základě zjištění stavu realizace</w:t>
      </w:r>
      <w:r w:rsidR="001B3DA3" w:rsidRPr="002E56DC">
        <w:t xml:space="preserve"> Díla</w:t>
      </w:r>
      <w:r w:rsidRPr="002E56DC">
        <w:t xml:space="preserve">, prohlášení Zhotovitele v odstavci 3.2 </w:t>
      </w:r>
      <w:r w:rsidR="00770C7F">
        <w:t>D</w:t>
      </w:r>
      <w:r w:rsidRPr="002E56DC">
        <w:t xml:space="preserve">ohody, skutečných potřeb další výstavby dle Harmonogramu ve smyslu ustanovení Pod článku 8.3 Smluvních podmínek a po vzájemné shodě stran této </w:t>
      </w:r>
      <w:r w:rsidR="00A72477">
        <w:t>D</w:t>
      </w:r>
      <w:r w:rsidR="00AF434A">
        <w:t>ohody, Objednatel i </w:t>
      </w:r>
      <w:r w:rsidRPr="002E56DC">
        <w:t xml:space="preserve">Zhotovitel souhlasí s </w:t>
      </w:r>
      <w:r w:rsidR="00FF783F">
        <w:t>P</w:t>
      </w:r>
      <w:r w:rsidRPr="002E56DC">
        <w:t xml:space="preserve">ředčasným užíváním části </w:t>
      </w:r>
      <w:r w:rsidR="001B3DA3" w:rsidRPr="002E56DC">
        <w:t>Díla</w:t>
      </w:r>
      <w:r w:rsidR="00AF434A">
        <w:t>, a </w:t>
      </w:r>
      <w:r w:rsidRPr="00497A7E">
        <w:t xml:space="preserve">to v období od </w:t>
      </w:r>
      <w:r w:rsidR="00424710">
        <w:rPr>
          <w:highlight w:val="green"/>
        </w:rPr>
        <w:t>…</w:t>
      </w:r>
      <w:r w:rsidR="00424710" w:rsidRPr="00497A7E">
        <w:rPr>
          <w:highlight w:val="green"/>
        </w:rPr>
        <w:t xml:space="preserve"> </w:t>
      </w:r>
      <w:r w:rsidR="00497A7E" w:rsidRPr="00497A7E">
        <w:rPr>
          <w:highlight w:val="green"/>
        </w:rPr>
        <w:t>[</w:t>
      </w:r>
      <w:r w:rsidR="00A63D4A">
        <w:rPr>
          <w:highlight w:val="green"/>
        </w:rPr>
        <w:t>VLOŽÍ</w:t>
      </w:r>
      <w:r w:rsidR="00497A7E" w:rsidRPr="00497A7E">
        <w:rPr>
          <w:highlight w:val="green"/>
        </w:rPr>
        <w:t xml:space="preserve"> OBJEDNATEL</w:t>
      </w:r>
      <w:r w:rsidR="00F60B3B">
        <w:rPr>
          <w:highlight w:val="green"/>
        </w:rPr>
        <w:t>]</w:t>
      </w:r>
      <w:r w:rsidR="00424710">
        <w:rPr>
          <w:highlight w:val="green"/>
        </w:rPr>
        <w:t xml:space="preserve"> …</w:t>
      </w:r>
      <w:r w:rsidRPr="00497A7E">
        <w:t xml:space="preserve"> do </w:t>
      </w:r>
      <w:r w:rsidR="00424710">
        <w:rPr>
          <w:highlight w:val="green"/>
        </w:rPr>
        <w:t>…</w:t>
      </w:r>
      <w:r w:rsidR="00F60B3B" w:rsidRPr="00F60B3B">
        <w:rPr>
          <w:highlight w:val="green"/>
        </w:rPr>
        <w:t xml:space="preserve"> </w:t>
      </w:r>
      <w:r w:rsidR="00424710">
        <w:rPr>
          <w:highlight w:val="green"/>
        </w:rPr>
        <w:t>[</w:t>
      </w:r>
      <w:r w:rsidR="00A63D4A">
        <w:rPr>
          <w:highlight w:val="green"/>
        </w:rPr>
        <w:t>VLOŽÍ</w:t>
      </w:r>
      <w:r w:rsidR="00A63D4A" w:rsidRPr="00497A7E">
        <w:rPr>
          <w:highlight w:val="green"/>
        </w:rPr>
        <w:t xml:space="preserve"> </w:t>
      </w:r>
      <w:r w:rsidR="00F60B3B" w:rsidRPr="00497A7E">
        <w:rPr>
          <w:highlight w:val="green"/>
        </w:rPr>
        <w:t>OBJEDNATEL</w:t>
      </w:r>
      <w:r w:rsidRPr="00424710">
        <w:rPr>
          <w:highlight w:val="green"/>
        </w:rPr>
        <w:t>]</w:t>
      </w:r>
      <w:r w:rsidR="00424710" w:rsidRPr="00424710">
        <w:rPr>
          <w:highlight w:val="green"/>
        </w:rPr>
        <w:t xml:space="preserve"> …</w:t>
      </w:r>
      <w:r w:rsidR="00F60B3B">
        <w:t xml:space="preserve"> </w:t>
      </w:r>
      <w:r w:rsidRPr="00497A7E">
        <w:rPr>
          <w:highlight w:val="green"/>
        </w:rPr>
        <w:t>(</w:t>
      </w:r>
      <w:r w:rsidRPr="00497A7E">
        <w:rPr>
          <w:i/>
          <w:highlight w:val="green"/>
        </w:rPr>
        <w:t>uvést u</w:t>
      </w:r>
      <w:r w:rsidR="00C12349">
        <w:rPr>
          <w:i/>
          <w:highlight w:val="green"/>
        </w:rPr>
        <w:t> </w:t>
      </w:r>
      <w:r w:rsidRPr="00497A7E">
        <w:rPr>
          <w:i/>
          <w:highlight w:val="green"/>
        </w:rPr>
        <w:t>zprovoznění Díla poslední den Lhůty pro dokončení/u</w:t>
      </w:r>
      <w:r w:rsidR="00424710">
        <w:rPr>
          <w:i/>
          <w:highlight w:val="green"/>
        </w:rPr>
        <w:t> </w:t>
      </w:r>
      <w:r w:rsidRPr="00497A7E">
        <w:rPr>
          <w:i/>
          <w:highlight w:val="green"/>
        </w:rPr>
        <w:t xml:space="preserve">zprovoznění Sekce nebo části Díla termín, kdy se předpokládá vydání </w:t>
      </w:r>
      <w:r w:rsidR="003D21F0">
        <w:rPr>
          <w:i/>
          <w:highlight w:val="green"/>
        </w:rPr>
        <w:t xml:space="preserve">Potvrzení </w:t>
      </w:r>
      <w:r w:rsidRPr="00497A7E">
        <w:rPr>
          <w:i/>
          <w:highlight w:val="green"/>
        </w:rPr>
        <w:t>o</w:t>
      </w:r>
      <w:r w:rsidR="00424710">
        <w:rPr>
          <w:i/>
          <w:highlight w:val="green"/>
        </w:rPr>
        <w:t> </w:t>
      </w:r>
      <w:r w:rsidRPr="00497A7E">
        <w:rPr>
          <w:i/>
          <w:highlight w:val="green"/>
        </w:rPr>
        <w:t>převzetí ve vztahu k Sekci nebo části Díla</w:t>
      </w:r>
      <w:r w:rsidRPr="00497A7E">
        <w:rPr>
          <w:highlight w:val="green"/>
        </w:rPr>
        <w:t>),</w:t>
      </w:r>
      <w:r w:rsidRPr="00497A7E">
        <w:t xml:space="preserve"> za podmínek uvedených a</w:t>
      </w:r>
      <w:r w:rsidR="00424710">
        <w:t> </w:t>
      </w:r>
      <w:r w:rsidRPr="00497A7E">
        <w:t xml:space="preserve">specifikovaných v této </w:t>
      </w:r>
      <w:r w:rsidR="00A72477">
        <w:t>D</w:t>
      </w:r>
      <w:r w:rsidR="002C025B">
        <w:t>ohodě, v souladu s </w:t>
      </w:r>
      <w:r w:rsidRPr="00497A7E">
        <w:t>ustanovením Pod článku 10.5 Smluvních podmínek</w:t>
      </w:r>
      <w:r w:rsidR="003D21F0">
        <w:t>.</w:t>
      </w:r>
    </w:p>
    <w:p w14:paraId="73E17FA9" w14:textId="330A5270" w:rsidR="00951EF6" w:rsidRPr="002E56DC" w:rsidRDefault="00951EF6" w:rsidP="00951EF6">
      <w:pPr>
        <w:pStyle w:val="Text1-1"/>
      </w:pPr>
      <w:r w:rsidRPr="002E56DC">
        <w:t xml:space="preserve">Zhotovitel v souvislosti s předmětem této </w:t>
      </w:r>
      <w:r w:rsidR="00A72477">
        <w:t>D</w:t>
      </w:r>
      <w:r w:rsidRPr="002E56DC">
        <w:t xml:space="preserve">ohody prohlašuje, že provedl část </w:t>
      </w:r>
      <w:r w:rsidR="001B3DA3" w:rsidRPr="002E56DC">
        <w:t>Díla</w:t>
      </w:r>
      <w:r w:rsidRPr="002E56DC">
        <w:t xml:space="preserve"> tak, že odpovídá projektové dokumentaci, podmínkám Smlouvy</w:t>
      </w:r>
      <w:r w:rsidR="007068A9">
        <w:t xml:space="preserve"> </w:t>
      </w:r>
      <w:r w:rsidRPr="002E56DC">
        <w:t xml:space="preserve">a </w:t>
      </w:r>
      <w:r w:rsidR="00FF783F">
        <w:t>P</w:t>
      </w:r>
      <w:r w:rsidRPr="002E56DC">
        <w:t xml:space="preserve">ředčasné užívání části </w:t>
      </w:r>
      <w:r w:rsidR="001B3DA3" w:rsidRPr="002E56DC">
        <w:t>Díla</w:t>
      </w:r>
      <w:r w:rsidRPr="002E56DC">
        <w:t xml:space="preserve"> za podmínek této </w:t>
      </w:r>
      <w:r w:rsidR="00A72477">
        <w:t>D</w:t>
      </w:r>
      <w:r w:rsidRPr="002E56DC">
        <w:t>ohody před jeho převzetím Objednatelem nemá podstatný vliv na jeho uživatelnost, neohrozí bezpečnost a zdraví osob</w:t>
      </w:r>
      <w:r w:rsidR="002469E8">
        <w:t xml:space="preserve"> nebo zvířat</w:t>
      </w:r>
      <w:r w:rsidRPr="002E56DC">
        <w:t xml:space="preserve"> anebo životní prostředí. Toto prohlášení nenahrazuje </w:t>
      </w:r>
      <w:r w:rsidR="008A429E" w:rsidRPr="002E56DC">
        <w:t>povolení</w:t>
      </w:r>
      <w:r w:rsidRPr="002E56DC">
        <w:t xml:space="preserve"> stavebního úřadu. </w:t>
      </w:r>
    </w:p>
    <w:p w14:paraId="2CEB5D0C" w14:textId="77777777" w:rsidR="008A429E" w:rsidRPr="002E56DC" w:rsidRDefault="008A429E" w:rsidP="008A429E">
      <w:pPr>
        <w:pStyle w:val="Text1-1"/>
      </w:pPr>
      <w:r w:rsidRPr="002E56DC">
        <w:t>Strany této Dohody vycházejí v rámci tohoto smluvního vztahu z předem stanovených podmínek a ujednání, sjednaných mezi Objednatelem a Zhotovitelem ve Smlouvě. V</w:t>
      </w:r>
      <w:r w:rsidR="00424710" w:rsidRPr="002E56DC">
        <w:t> </w:t>
      </w:r>
      <w:r w:rsidRPr="002E56DC">
        <w:t>záležitostech neřešených touto Dohodou se použije Smlouva.</w:t>
      </w:r>
    </w:p>
    <w:p w14:paraId="5C5D6981" w14:textId="2E09742C" w:rsidR="00FE500D" w:rsidRPr="002E56DC" w:rsidRDefault="00FE500D" w:rsidP="00FE500D">
      <w:pPr>
        <w:pStyle w:val="Text1-1"/>
      </w:pPr>
      <w:r w:rsidRPr="002E56DC">
        <w:t>Zhotovitel se zavazuje uzavřít Dohodu o předčasném užívání v nezměněném znění jako je znění této Dohody o předčasném užívání na další období v případě, že nedojde k</w:t>
      </w:r>
      <w:r w:rsidR="00424710" w:rsidRPr="002E56DC">
        <w:t> </w:t>
      </w:r>
      <w:r w:rsidRPr="002E56DC">
        <w:t xml:space="preserve">vydání </w:t>
      </w:r>
      <w:r w:rsidR="00A876E2" w:rsidRPr="002E56DC">
        <w:t>příslušného Potvrzení</w:t>
      </w:r>
      <w:r w:rsidRPr="002E56DC">
        <w:t xml:space="preserve"> o převzetí </w:t>
      </w:r>
      <w:r w:rsidR="00A876E2" w:rsidRPr="002E56DC">
        <w:t xml:space="preserve">zahrnujícího část </w:t>
      </w:r>
      <w:r w:rsidR="001B3DA3" w:rsidRPr="002E56DC">
        <w:t>Díla</w:t>
      </w:r>
      <w:r w:rsidRPr="002E56DC">
        <w:t xml:space="preserve"> </w:t>
      </w:r>
      <w:r w:rsidR="000F7E5F" w:rsidRPr="00770C7F">
        <w:t>z důvodů</w:t>
      </w:r>
      <w:r w:rsidRPr="00770C7F">
        <w:t xml:space="preserve">, které jsou </w:t>
      </w:r>
      <w:r w:rsidRPr="002E56DC">
        <w:t>výhradně na</w:t>
      </w:r>
      <w:r w:rsidR="00FF783F">
        <w:t> </w:t>
      </w:r>
      <w:r w:rsidRPr="002E56DC">
        <w:t xml:space="preserve">straně Zhotovitele.  </w:t>
      </w:r>
    </w:p>
    <w:p w14:paraId="06A55308" w14:textId="77777777" w:rsidR="00FE500D" w:rsidRPr="002E56DC" w:rsidRDefault="00FE500D" w:rsidP="00605D0F">
      <w:pPr>
        <w:pStyle w:val="Nadpis1-1"/>
      </w:pPr>
      <w:r w:rsidRPr="002E56DC">
        <w:t>PODMÍNKY PŘEDČASNÉHO UŽÍVÁNÍ</w:t>
      </w:r>
    </w:p>
    <w:p w14:paraId="0F6F133B" w14:textId="1FEA89B5" w:rsidR="00FE500D" w:rsidRPr="00227945" w:rsidRDefault="00FE500D" w:rsidP="00FE500D">
      <w:pPr>
        <w:pStyle w:val="Text1-1"/>
        <w:rPr>
          <w:lang w:eastAsia="cs-CZ"/>
        </w:rPr>
      </w:pPr>
      <w:r w:rsidRPr="002E56DC">
        <w:t xml:space="preserve">Smluvní strany této </w:t>
      </w:r>
      <w:r w:rsidRPr="002E56DC">
        <w:rPr>
          <w:lang w:eastAsia="cs-CZ"/>
        </w:rPr>
        <w:t>Dohody prohlašují, že tato Dohoda nenahrazuje žádné Potvrzení o</w:t>
      </w:r>
      <w:r w:rsidR="00424710" w:rsidRPr="002E56DC">
        <w:rPr>
          <w:lang w:eastAsia="cs-CZ"/>
        </w:rPr>
        <w:t> </w:t>
      </w:r>
      <w:r w:rsidRPr="002E56DC">
        <w:rPr>
          <w:lang w:eastAsia="cs-CZ"/>
        </w:rPr>
        <w:t>převzetí</w:t>
      </w:r>
      <w:r w:rsidR="000F7E5F">
        <w:rPr>
          <w:lang w:eastAsia="cs-CZ"/>
        </w:rPr>
        <w:t xml:space="preserve"> </w:t>
      </w:r>
      <w:r w:rsidR="00227945" w:rsidRPr="00227945">
        <w:rPr>
          <w:lang w:eastAsia="cs-CZ"/>
        </w:rPr>
        <w:t xml:space="preserve">vydávané </w:t>
      </w:r>
      <w:r w:rsidR="00A72477" w:rsidRPr="00227945">
        <w:rPr>
          <w:lang w:eastAsia="cs-CZ"/>
        </w:rPr>
        <w:t>Správcem stavby</w:t>
      </w:r>
      <w:r w:rsidRPr="00227945">
        <w:rPr>
          <w:lang w:eastAsia="cs-CZ"/>
        </w:rPr>
        <w:t>.</w:t>
      </w:r>
    </w:p>
    <w:p w14:paraId="33417030" w14:textId="3BBA7B86" w:rsidR="00FE500D" w:rsidRPr="002E56DC" w:rsidRDefault="00FE500D" w:rsidP="00FE500D">
      <w:pPr>
        <w:pStyle w:val="Text1-1"/>
      </w:pPr>
      <w:r w:rsidRPr="002E56DC">
        <w:lastRenderedPageBreak/>
        <w:t>Práva a povinnosti smluvních stran vyplývající ze Smlouvy</w:t>
      </w:r>
      <w:r w:rsidR="007068A9">
        <w:t xml:space="preserve"> </w:t>
      </w:r>
      <w:r w:rsidRPr="002E56DC">
        <w:t>v souvislosti s</w:t>
      </w:r>
      <w:r w:rsidR="00424710" w:rsidRPr="002E56DC">
        <w:t> </w:t>
      </w:r>
      <w:r w:rsidR="00FF783F">
        <w:t>P</w:t>
      </w:r>
      <w:r w:rsidRPr="002E56DC">
        <w:t>ředčasným užíváním se upřesňují následovně:</w:t>
      </w:r>
    </w:p>
    <w:p w14:paraId="7079AC4A" w14:textId="03B1B36F" w:rsidR="00A876E2" w:rsidRPr="002E56DC" w:rsidRDefault="00A876E2" w:rsidP="00424710">
      <w:pPr>
        <w:pStyle w:val="Odstavec1-1a"/>
        <w:rPr>
          <w:rStyle w:val="Tun"/>
        </w:rPr>
      </w:pPr>
      <w:r w:rsidRPr="002E56DC">
        <w:rPr>
          <w:rStyle w:val="Tun"/>
        </w:rPr>
        <w:t xml:space="preserve">Povinnosti Zhotovitele:    </w:t>
      </w:r>
    </w:p>
    <w:p w14:paraId="06D37E55" w14:textId="77777777" w:rsidR="00A876E2" w:rsidRPr="002E56DC" w:rsidRDefault="00A876E2" w:rsidP="00424710">
      <w:pPr>
        <w:pStyle w:val="Odstavec1-2i"/>
      </w:pPr>
      <w:r w:rsidRPr="002E56DC">
        <w:t xml:space="preserve">V souladu s ustanovením Pod-článku 17.2 Smluvních podmínek nést veškerou odpovědnost za péči o část </w:t>
      </w:r>
      <w:r w:rsidR="001B3DA3" w:rsidRPr="002E56DC">
        <w:t xml:space="preserve">Díla </w:t>
      </w:r>
      <w:r w:rsidRPr="002E56DC">
        <w:t xml:space="preserve">a Věci určené pro dílo, a to od Data zahájení prací až do doby vydání příslušného Potvrzení o převzetí zahrnujícího část </w:t>
      </w:r>
      <w:r w:rsidR="001B3DA3" w:rsidRPr="002E56DC">
        <w:t>Díla</w:t>
      </w:r>
      <w:r w:rsidRPr="002E56DC">
        <w:t>, kromě činností zajišťovaných Objednatelem podle písm.</w:t>
      </w:r>
      <w:r w:rsidR="0065508C" w:rsidRPr="002E56DC">
        <w:t xml:space="preserve"> </w:t>
      </w:r>
      <w:r w:rsidRPr="002E56DC">
        <w:t>b) tohoto odstavce 4.2.</w:t>
      </w:r>
    </w:p>
    <w:p w14:paraId="7AA248A2" w14:textId="6A5C646E" w:rsidR="00EF64A4" w:rsidRPr="002E56DC" w:rsidRDefault="00A876E2" w:rsidP="00424710">
      <w:pPr>
        <w:pStyle w:val="Odstavec1-2i"/>
      </w:pPr>
      <w:r w:rsidRPr="002E56DC">
        <w:t xml:space="preserve">Při provádění prací v průběhu </w:t>
      </w:r>
      <w:r w:rsidR="00EF64A4" w:rsidRPr="002E56DC">
        <w:t>P</w:t>
      </w:r>
      <w:r w:rsidRPr="002E56DC">
        <w:t xml:space="preserve">ředčasného užívání </w:t>
      </w:r>
      <w:r w:rsidR="001B3DA3" w:rsidRPr="002E56DC">
        <w:t xml:space="preserve">Díla </w:t>
      </w:r>
      <w:r w:rsidRPr="002E56DC">
        <w:t>plnit i nadále podmínky uvedené ve stavebním povolení č. j.</w:t>
      </w:r>
      <w:r w:rsidR="00424710" w:rsidRPr="002E56DC">
        <w:t>:</w:t>
      </w:r>
      <w:r w:rsidRPr="002E56DC">
        <w:t xml:space="preserve"> </w:t>
      </w:r>
      <w:r w:rsidR="00424710" w:rsidRPr="002E56DC">
        <w:rPr>
          <w:highlight w:val="green"/>
        </w:rPr>
        <w:t>…</w:t>
      </w:r>
      <w:r w:rsidR="00EF64A4" w:rsidRPr="002E56DC">
        <w:rPr>
          <w:highlight w:val="green"/>
        </w:rPr>
        <w:t>[</w:t>
      </w:r>
      <w:r w:rsidR="00A63D4A">
        <w:rPr>
          <w:highlight w:val="green"/>
        </w:rPr>
        <w:t>VLOŽÍ</w:t>
      </w:r>
      <w:r w:rsidR="00EF64A4" w:rsidRPr="002E56DC">
        <w:rPr>
          <w:highlight w:val="green"/>
        </w:rPr>
        <w:t xml:space="preserve"> OBJEDNATEL]</w:t>
      </w:r>
      <w:r w:rsidR="00424710" w:rsidRPr="002E56DC">
        <w:rPr>
          <w:highlight w:val="green"/>
        </w:rPr>
        <w:t>…</w:t>
      </w:r>
      <w:r w:rsidR="00424710" w:rsidRPr="002E56DC">
        <w:t xml:space="preserve"> </w:t>
      </w:r>
      <w:r w:rsidR="00EF64A4" w:rsidRPr="002E56DC">
        <w:t>vydaném</w:t>
      </w:r>
      <w:r w:rsidRPr="002E56DC">
        <w:t xml:space="preserve"> dne </w:t>
      </w:r>
      <w:r w:rsidR="00424710" w:rsidRPr="002E56DC">
        <w:rPr>
          <w:highlight w:val="green"/>
        </w:rPr>
        <w:t>…</w:t>
      </w:r>
      <w:r w:rsidR="00EF64A4" w:rsidRPr="002E56DC">
        <w:rPr>
          <w:highlight w:val="green"/>
        </w:rPr>
        <w:t>[</w:t>
      </w:r>
      <w:r w:rsidR="00A63D4A">
        <w:rPr>
          <w:highlight w:val="green"/>
        </w:rPr>
        <w:t>VLOŽÍ</w:t>
      </w:r>
      <w:r w:rsidR="00EF64A4" w:rsidRPr="002E56DC">
        <w:rPr>
          <w:highlight w:val="green"/>
        </w:rPr>
        <w:t xml:space="preserve"> OBJEDNATEL]</w:t>
      </w:r>
      <w:r w:rsidR="00424710" w:rsidRPr="002E56DC">
        <w:rPr>
          <w:highlight w:val="green"/>
        </w:rPr>
        <w:t>…</w:t>
      </w:r>
      <w:r w:rsidR="00424710" w:rsidRPr="002E56DC">
        <w:t xml:space="preserve"> </w:t>
      </w:r>
      <w:r w:rsidR="00EF64A4" w:rsidRPr="002E56DC">
        <w:t>stav</w:t>
      </w:r>
      <w:r w:rsidRPr="002E56DC">
        <w:t xml:space="preserve">ebním úřadem </w:t>
      </w:r>
      <w:r w:rsidR="00424710" w:rsidRPr="002E56DC">
        <w:rPr>
          <w:highlight w:val="green"/>
        </w:rPr>
        <w:t>…</w:t>
      </w:r>
      <w:r w:rsidR="00EF64A4" w:rsidRPr="002E56DC">
        <w:rPr>
          <w:highlight w:val="green"/>
        </w:rPr>
        <w:t>[</w:t>
      </w:r>
      <w:r w:rsidR="00A63D4A">
        <w:rPr>
          <w:highlight w:val="green"/>
        </w:rPr>
        <w:t>VLOŽÍ</w:t>
      </w:r>
      <w:r w:rsidR="00EF64A4" w:rsidRPr="002E56DC">
        <w:rPr>
          <w:highlight w:val="green"/>
        </w:rPr>
        <w:t xml:space="preserve"> OBJEDNATEL]</w:t>
      </w:r>
      <w:r w:rsidR="00424710" w:rsidRPr="002E56DC">
        <w:rPr>
          <w:highlight w:val="green"/>
        </w:rPr>
        <w:t>…</w:t>
      </w:r>
      <w:r w:rsidR="00424710" w:rsidRPr="002E56DC">
        <w:t xml:space="preserve"> . </w:t>
      </w:r>
    </w:p>
    <w:p w14:paraId="3EC9732D" w14:textId="77777777" w:rsidR="00E32B71" w:rsidRPr="002E56DC" w:rsidRDefault="00E32B71" w:rsidP="00E12962">
      <w:pPr>
        <w:pStyle w:val="Odstavec1-2i"/>
      </w:pPr>
      <w:r w:rsidRPr="002E56DC">
        <w:t>Zajistit potřebné podklady, které má zhotovitel povinnost předložit dle Smlouvy</w:t>
      </w:r>
      <w:r w:rsidR="007068A9">
        <w:t xml:space="preserve"> </w:t>
      </w:r>
      <w:r w:rsidRPr="002E56DC">
        <w:t>a které jsou nutné k vydání rozhodnutí o uvedení Díla do předčasného užívání, tj. připravit všechny doklady nutné k podání žádosti a k vydání rozhodnutí, které má zhotovitel povinnost dle Smlouvy předložit.</w:t>
      </w:r>
    </w:p>
    <w:p w14:paraId="515456CB" w14:textId="212609B4" w:rsidR="00E32B71" w:rsidRPr="002E56DC" w:rsidRDefault="00E32B71" w:rsidP="00E12962">
      <w:pPr>
        <w:pStyle w:val="Odstavec1-2i"/>
      </w:pPr>
      <w:r w:rsidRPr="002E56DC">
        <w:t xml:space="preserve">Provádět konkrétní činnosti a úkony k tomu, aby část </w:t>
      </w:r>
      <w:r w:rsidR="002E56DC" w:rsidRPr="002E56DC">
        <w:t>Díla</w:t>
      </w:r>
      <w:r w:rsidRPr="002E56DC">
        <w:t>, která je uvedena do</w:t>
      </w:r>
      <w:r w:rsidR="00FF783F">
        <w:t> P</w:t>
      </w:r>
      <w:r w:rsidRPr="002E56DC">
        <w:t>ředčasného užívání, byla dokončena takovým způsobem, aby mohl</w:t>
      </w:r>
      <w:r w:rsidR="002E56DC" w:rsidRPr="002E56DC">
        <w:t>o být Dílo</w:t>
      </w:r>
      <w:r w:rsidRPr="002E56DC">
        <w:t xml:space="preserve"> dokončen</w:t>
      </w:r>
      <w:r w:rsidR="002E56DC" w:rsidRPr="002E56DC">
        <w:t>o</w:t>
      </w:r>
      <w:r w:rsidRPr="002E56DC">
        <w:t xml:space="preserve"> v rozsahu nezbytném podle </w:t>
      </w:r>
      <w:r w:rsidRPr="00227945">
        <w:t>Smlouvy</w:t>
      </w:r>
      <w:r w:rsidR="000F7E5F" w:rsidRPr="00227945">
        <w:t xml:space="preserve"> pro </w:t>
      </w:r>
      <w:r w:rsidRPr="00227945">
        <w:t xml:space="preserve">vydání </w:t>
      </w:r>
      <w:r w:rsidR="002C025B">
        <w:t>Potvrzení o </w:t>
      </w:r>
      <w:r w:rsidRPr="002E56DC">
        <w:t xml:space="preserve">převzetí nejpozději ke dni ukončení doby </w:t>
      </w:r>
      <w:r w:rsidR="00AC0D67">
        <w:t>P</w:t>
      </w:r>
      <w:r w:rsidRPr="002E56DC">
        <w:t xml:space="preserve">ředčasného užívání Díla.  </w:t>
      </w:r>
    </w:p>
    <w:p w14:paraId="2B929498" w14:textId="4B4EFA2F" w:rsidR="00EF64A4" w:rsidRPr="003B14EB" w:rsidRDefault="009E68C4" w:rsidP="0065508C">
      <w:pPr>
        <w:pStyle w:val="Textbezslovn"/>
        <w:ind w:left="1531"/>
        <w:rPr>
          <w:i/>
          <w:color w:val="00B050"/>
        </w:rPr>
      </w:pPr>
      <w:r w:rsidRPr="003B14EB">
        <w:rPr>
          <w:i/>
          <w:color w:val="00B050"/>
        </w:rPr>
        <w:t xml:space="preserve">V případě </w:t>
      </w:r>
      <w:r w:rsidR="003B14EB">
        <w:rPr>
          <w:i/>
          <w:color w:val="00B050"/>
        </w:rPr>
        <w:t xml:space="preserve">uvažovaného </w:t>
      </w:r>
      <w:r w:rsidR="00AC0D67">
        <w:rPr>
          <w:i/>
          <w:color w:val="00B050"/>
        </w:rPr>
        <w:t>P</w:t>
      </w:r>
      <w:r w:rsidR="00E32B71" w:rsidRPr="003B14EB">
        <w:rPr>
          <w:i/>
          <w:color w:val="00B050"/>
        </w:rPr>
        <w:t>ředčasné</w:t>
      </w:r>
      <w:r w:rsidRPr="003B14EB">
        <w:rPr>
          <w:i/>
          <w:color w:val="00B050"/>
        </w:rPr>
        <w:t>ho</w:t>
      </w:r>
      <w:r w:rsidR="00E32B71" w:rsidRPr="003B14EB">
        <w:rPr>
          <w:i/>
          <w:color w:val="00B050"/>
        </w:rPr>
        <w:t xml:space="preserve"> užívání </w:t>
      </w:r>
      <w:r w:rsidR="00C60E19" w:rsidRPr="00AD3380">
        <w:rPr>
          <w:b/>
          <w:i/>
          <w:color w:val="00B050"/>
        </w:rPr>
        <w:t xml:space="preserve">pozemní </w:t>
      </w:r>
      <w:r w:rsidR="00E32B71" w:rsidRPr="00AD3380">
        <w:rPr>
          <w:b/>
          <w:i/>
          <w:color w:val="00B050"/>
        </w:rPr>
        <w:t>komunikac</w:t>
      </w:r>
      <w:r w:rsidRPr="00AD3380">
        <w:rPr>
          <w:b/>
          <w:i/>
          <w:color w:val="00B050"/>
        </w:rPr>
        <w:t>e</w:t>
      </w:r>
      <w:r w:rsidRPr="003B14EB">
        <w:rPr>
          <w:i/>
          <w:color w:val="00B050"/>
        </w:rPr>
        <w:t xml:space="preserve"> </w:t>
      </w:r>
      <w:r w:rsidR="003B14EB">
        <w:rPr>
          <w:i/>
          <w:color w:val="00B050"/>
        </w:rPr>
        <w:t>je třeba vložit další povinnosti Zhotovitele, pokud přicházejí v úvahu. Jako příklad jsou uvedeny následující body (v)-(ix). Pokud tyto navržené povinnosti neodpovídají potřebě, je třeba je uvést dle očekávané skutečnosti.</w:t>
      </w:r>
    </w:p>
    <w:p w14:paraId="315B65CF" w14:textId="2FE0B4F7" w:rsidR="00A876E2" w:rsidRPr="009E68C4" w:rsidRDefault="00A876E2" w:rsidP="00E12962">
      <w:pPr>
        <w:pStyle w:val="Odstavec1-2i"/>
        <w:rPr>
          <w:highlight w:val="green"/>
        </w:rPr>
      </w:pPr>
      <w:r w:rsidRPr="009E68C4">
        <w:rPr>
          <w:highlight w:val="green"/>
        </w:rPr>
        <w:t xml:space="preserve">Zajišťovat běžnou údržbu </w:t>
      </w:r>
      <w:r w:rsidR="00EF64A4" w:rsidRPr="009E68C4">
        <w:rPr>
          <w:highlight w:val="green"/>
        </w:rPr>
        <w:t xml:space="preserve">části </w:t>
      </w:r>
      <w:r w:rsidR="002E56DC" w:rsidRPr="009E68C4">
        <w:rPr>
          <w:highlight w:val="green"/>
        </w:rPr>
        <w:t>Díla</w:t>
      </w:r>
      <w:r w:rsidRPr="009E68C4">
        <w:rPr>
          <w:highlight w:val="green"/>
        </w:rPr>
        <w:t xml:space="preserve">, kterou nemá povinnost zajišťovat ve smyslu </w:t>
      </w:r>
      <w:r w:rsidR="00EF64A4" w:rsidRPr="009E68C4">
        <w:rPr>
          <w:highlight w:val="green"/>
        </w:rPr>
        <w:t>písm.</w:t>
      </w:r>
      <w:r w:rsidR="005F25CC" w:rsidRPr="009E68C4">
        <w:rPr>
          <w:highlight w:val="green"/>
        </w:rPr>
        <w:t> </w:t>
      </w:r>
      <w:r w:rsidR="00EF64A4" w:rsidRPr="009E68C4">
        <w:rPr>
          <w:highlight w:val="green"/>
        </w:rPr>
        <w:t>b) tohoto odst.</w:t>
      </w:r>
      <w:r w:rsidR="005F25CC" w:rsidRPr="009E68C4">
        <w:rPr>
          <w:highlight w:val="green"/>
        </w:rPr>
        <w:t> </w:t>
      </w:r>
      <w:r w:rsidR="00EF64A4" w:rsidRPr="009E68C4">
        <w:rPr>
          <w:highlight w:val="green"/>
        </w:rPr>
        <w:t>4.2 O</w:t>
      </w:r>
      <w:r w:rsidRPr="009E68C4">
        <w:rPr>
          <w:highlight w:val="green"/>
        </w:rPr>
        <w:t xml:space="preserve">bjednatel a údržbu dopravního značení stanoveného v rámci přechodné úpravy provozu (dále jen „DIO“), a to po celou </w:t>
      </w:r>
      <w:r w:rsidR="00EF64A4" w:rsidRPr="009E68C4">
        <w:rPr>
          <w:highlight w:val="green"/>
        </w:rPr>
        <w:t>d</w:t>
      </w:r>
      <w:r w:rsidRPr="009E68C4">
        <w:rPr>
          <w:highlight w:val="green"/>
        </w:rPr>
        <w:t xml:space="preserve">obu </w:t>
      </w:r>
      <w:r w:rsidR="00FF783F">
        <w:rPr>
          <w:highlight w:val="green"/>
        </w:rPr>
        <w:t>P</w:t>
      </w:r>
      <w:r w:rsidRPr="009E68C4">
        <w:rPr>
          <w:highlight w:val="green"/>
        </w:rPr>
        <w:t xml:space="preserve">ředčasného užívání </w:t>
      </w:r>
      <w:r w:rsidR="00EF64A4" w:rsidRPr="009E68C4">
        <w:rPr>
          <w:highlight w:val="green"/>
        </w:rPr>
        <w:t xml:space="preserve">části </w:t>
      </w:r>
      <w:r w:rsidR="002E56DC" w:rsidRPr="009E68C4">
        <w:rPr>
          <w:highlight w:val="green"/>
        </w:rPr>
        <w:t>Díla</w:t>
      </w:r>
      <w:r w:rsidR="00EF64A4" w:rsidRPr="009E68C4">
        <w:rPr>
          <w:highlight w:val="green"/>
        </w:rPr>
        <w:t xml:space="preserve"> </w:t>
      </w:r>
      <w:r w:rsidRPr="009E68C4">
        <w:rPr>
          <w:highlight w:val="green"/>
        </w:rPr>
        <w:t xml:space="preserve">uvedenou v této </w:t>
      </w:r>
      <w:r w:rsidR="00A72477">
        <w:rPr>
          <w:highlight w:val="green"/>
        </w:rPr>
        <w:t>D</w:t>
      </w:r>
      <w:r w:rsidRPr="009E68C4">
        <w:rPr>
          <w:highlight w:val="green"/>
        </w:rPr>
        <w:t>ohodě.</w:t>
      </w:r>
    </w:p>
    <w:p w14:paraId="1A5D80D5" w14:textId="77777777" w:rsidR="00A876E2" w:rsidRPr="009E68C4" w:rsidRDefault="00A876E2" w:rsidP="00E12962">
      <w:pPr>
        <w:pStyle w:val="Odstavec1-2i"/>
        <w:rPr>
          <w:highlight w:val="green"/>
        </w:rPr>
      </w:pPr>
      <w:r w:rsidRPr="009E68C4">
        <w:rPr>
          <w:highlight w:val="green"/>
        </w:rPr>
        <w:t xml:space="preserve">Provádět potřebné opravy </w:t>
      </w:r>
      <w:r w:rsidR="00EF64A4" w:rsidRPr="009E68C4">
        <w:rPr>
          <w:highlight w:val="green"/>
        </w:rPr>
        <w:t xml:space="preserve">části </w:t>
      </w:r>
      <w:r w:rsidR="002E56DC" w:rsidRPr="009E68C4">
        <w:rPr>
          <w:highlight w:val="green"/>
        </w:rPr>
        <w:t>Díla</w:t>
      </w:r>
      <w:r w:rsidRPr="009E68C4">
        <w:rPr>
          <w:highlight w:val="green"/>
        </w:rPr>
        <w:t xml:space="preserve"> nezpůsobené veřejným provozem anebo nezpůsobené v důsledku údržby zajišťované Objednatelem a opravy DIO, a to v souladu s příslušnými ustanoveními Smluvních podmínek. U škod na DIO, způsobených v důsledku dopravních nehod, provést neprodleně odstranění takové škody a uvedení DIO do původního stavu, a to samostatně nebo po výzvě Objednatele/Správce stavby. </w:t>
      </w:r>
    </w:p>
    <w:p w14:paraId="10241B90" w14:textId="77777777" w:rsidR="00253416" w:rsidRPr="009E68C4" w:rsidRDefault="00023D75" w:rsidP="00E12962">
      <w:pPr>
        <w:pStyle w:val="Odstavec1-2i"/>
        <w:rPr>
          <w:highlight w:val="green"/>
        </w:rPr>
      </w:pPr>
      <w:r w:rsidRPr="009E68C4">
        <w:rPr>
          <w:highlight w:val="green"/>
        </w:rPr>
        <w:t xml:space="preserve">Provádět potřebné opravy části </w:t>
      </w:r>
      <w:r w:rsidR="002E56DC" w:rsidRPr="009E68C4">
        <w:rPr>
          <w:highlight w:val="green"/>
        </w:rPr>
        <w:t>Díla</w:t>
      </w:r>
      <w:r w:rsidRPr="009E68C4">
        <w:rPr>
          <w:highlight w:val="green"/>
        </w:rPr>
        <w:t xml:space="preserve"> způsobené veřejným provozem nebo vandalismem</w:t>
      </w:r>
      <w:r w:rsidR="00253416" w:rsidRPr="009E68C4">
        <w:rPr>
          <w:highlight w:val="green"/>
        </w:rPr>
        <w:t xml:space="preserve"> na základě výzvy Objednatele, a to v rozsahu požadovaném Objednatelem.</w:t>
      </w:r>
      <w:r w:rsidR="007E4D3E" w:rsidRPr="009E68C4">
        <w:rPr>
          <w:highlight w:val="green"/>
        </w:rPr>
        <w:t xml:space="preserve"> </w:t>
      </w:r>
      <w:r w:rsidR="00253416" w:rsidRPr="009E68C4">
        <w:rPr>
          <w:highlight w:val="green"/>
        </w:rPr>
        <w:t xml:space="preserve">Úhrada vzniklých nákladů bude řešena dle příslušných ustanovení Smluvních podmínek. </w:t>
      </w:r>
    </w:p>
    <w:p w14:paraId="54420EEB" w14:textId="5A8B440A" w:rsidR="00A876E2" w:rsidRPr="009E68C4" w:rsidRDefault="00A876E2" w:rsidP="00E12962">
      <w:pPr>
        <w:pStyle w:val="Odstavec1-2i"/>
        <w:rPr>
          <w:highlight w:val="green"/>
        </w:rPr>
      </w:pPr>
      <w:r w:rsidRPr="009E68C4">
        <w:rPr>
          <w:highlight w:val="green"/>
        </w:rPr>
        <w:t xml:space="preserve">Být součinný Objednateli/Správci stavby při projednání s příslušným zajišťovatelem zimní údržby o způsobu a podmínkách provádění zimní údržby Díla uvedeného do </w:t>
      </w:r>
      <w:r w:rsidR="00FF783F">
        <w:rPr>
          <w:highlight w:val="green"/>
        </w:rPr>
        <w:t>P</w:t>
      </w:r>
      <w:r w:rsidRPr="009E68C4">
        <w:rPr>
          <w:highlight w:val="green"/>
        </w:rPr>
        <w:t>ředčasného užívání, a to v rozsahu a za podmínek stanovených zákonem č. 13/1997 Sb., o pozemních komunikacích, ve znění pozdějších předpisů, a vyhláškou č. 104/1997 Sb., ve znění pozdějších předpisů. Tímto ustanovením není dotčena povinnost Objednatele zajistit a</w:t>
      </w:r>
      <w:r w:rsidR="00E12962" w:rsidRPr="009E68C4">
        <w:rPr>
          <w:highlight w:val="green"/>
        </w:rPr>
        <w:t> </w:t>
      </w:r>
      <w:r w:rsidRPr="009E68C4">
        <w:rPr>
          <w:highlight w:val="green"/>
        </w:rPr>
        <w:t xml:space="preserve">hradit zimní údržbu. </w:t>
      </w:r>
    </w:p>
    <w:p w14:paraId="054342A3" w14:textId="2BBE2B72" w:rsidR="00E32B71" w:rsidRDefault="00E32B71" w:rsidP="00E12962">
      <w:pPr>
        <w:pStyle w:val="Odstavec1-2i"/>
      </w:pPr>
      <w:r w:rsidRPr="009E68C4">
        <w:rPr>
          <w:highlight w:val="green"/>
        </w:rPr>
        <w:t xml:space="preserve">Zajistit všechna nezbytná povolení k dočasné úpravě provozu na komunikaci v rozsahu </w:t>
      </w:r>
      <w:r w:rsidR="00AC0D67">
        <w:rPr>
          <w:highlight w:val="green"/>
        </w:rPr>
        <w:t>P</w:t>
      </w:r>
      <w:r w:rsidRPr="009E68C4">
        <w:rPr>
          <w:highlight w:val="green"/>
        </w:rPr>
        <w:t>ředčasného užívání, a to včetně stanovení přechodné úpravy.</w:t>
      </w:r>
      <w:r w:rsidR="00E12962">
        <w:t xml:space="preserve"> </w:t>
      </w:r>
      <w:r w:rsidR="00E12962" w:rsidRPr="00E12962">
        <w:rPr>
          <w:highlight w:val="green"/>
        </w:rPr>
        <w:t>…</w:t>
      </w:r>
      <w:r w:rsidR="00A63D4A">
        <w:rPr>
          <w:highlight w:val="green"/>
        </w:rPr>
        <w:t>[VLOŽÍ</w:t>
      </w:r>
      <w:r w:rsidR="00A63D4A" w:rsidRPr="00E32B71">
        <w:rPr>
          <w:highlight w:val="green"/>
        </w:rPr>
        <w:t xml:space="preserve"> </w:t>
      </w:r>
      <w:r w:rsidRPr="00E32B71">
        <w:rPr>
          <w:highlight w:val="green"/>
        </w:rPr>
        <w:t>OBJEDNATEL]</w:t>
      </w:r>
      <w:r w:rsidR="00E12962">
        <w:rPr>
          <w:highlight w:val="green"/>
        </w:rPr>
        <w:t>…</w:t>
      </w:r>
      <w:r w:rsidR="00E12962">
        <w:t xml:space="preserve"> </w:t>
      </w:r>
      <w:r w:rsidRPr="00E32B71">
        <w:t>.</w:t>
      </w:r>
    </w:p>
    <w:p w14:paraId="5E68EC33" w14:textId="364BEA25" w:rsidR="003B14EB" w:rsidRPr="003B14EB" w:rsidRDefault="009E68C4" w:rsidP="003B14EB">
      <w:pPr>
        <w:pStyle w:val="Textbezslovn"/>
        <w:ind w:left="1531"/>
        <w:rPr>
          <w:i/>
          <w:color w:val="00B050"/>
        </w:rPr>
      </w:pPr>
      <w:r w:rsidRPr="003B14EB">
        <w:rPr>
          <w:i/>
          <w:color w:val="00B050"/>
        </w:rPr>
        <w:t xml:space="preserve">V případě </w:t>
      </w:r>
      <w:r w:rsidR="003B14EB">
        <w:rPr>
          <w:i/>
          <w:color w:val="00B050"/>
        </w:rPr>
        <w:t xml:space="preserve">uvažovaného </w:t>
      </w:r>
      <w:r w:rsidR="00AC0D67">
        <w:rPr>
          <w:i/>
          <w:color w:val="00B050"/>
        </w:rPr>
        <w:t>P</w:t>
      </w:r>
      <w:r w:rsidR="00E32B71" w:rsidRPr="003B14EB">
        <w:rPr>
          <w:i/>
          <w:color w:val="00B050"/>
        </w:rPr>
        <w:t xml:space="preserve">ředčasné užívání </w:t>
      </w:r>
      <w:r w:rsidR="00E32B71" w:rsidRPr="004A08C2">
        <w:rPr>
          <w:i/>
          <w:color w:val="00B050"/>
          <w:u w:val="single"/>
        </w:rPr>
        <w:t>stav</w:t>
      </w:r>
      <w:r w:rsidRPr="004A08C2">
        <w:rPr>
          <w:i/>
          <w:color w:val="00B050"/>
          <w:u w:val="single"/>
        </w:rPr>
        <w:t>e</w:t>
      </w:r>
      <w:r w:rsidR="00E32B71" w:rsidRPr="004A08C2">
        <w:rPr>
          <w:i/>
          <w:color w:val="00B050"/>
          <w:u w:val="single"/>
        </w:rPr>
        <w:t>b</w:t>
      </w:r>
      <w:r w:rsidRPr="004A08C2">
        <w:rPr>
          <w:i/>
          <w:color w:val="00B050"/>
          <w:u w:val="single"/>
        </w:rPr>
        <w:t xml:space="preserve"> dráhy</w:t>
      </w:r>
      <w:r w:rsidR="003B14EB" w:rsidRPr="004A08C2">
        <w:rPr>
          <w:i/>
          <w:color w:val="00B050"/>
          <w:u w:val="single"/>
        </w:rPr>
        <w:t xml:space="preserve"> </w:t>
      </w:r>
      <w:r w:rsidRPr="004A08C2">
        <w:rPr>
          <w:i/>
          <w:color w:val="00B050"/>
          <w:u w:val="single"/>
        </w:rPr>
        <w:t>(týká se i budov</w:t>
      </w:r>
      <w:r w:rsidRPr="003B14EB">
        <w:rPr>
          <w:i/>
          <w:color w:val="00B050"/>
        </w:rPr>
        <w:t>)</w:t>
      </w:r>
      <w:r w:rsidR="003B14EB" w:rsidRPr="003B14EB">
        <w:rPr>
          <w:i/>
          <w:color w:val="00B050"/>
        </w:rPr>
        <w:t xml:space="preserve"> </w:t>
      </w:r>
      <w:r w:rsidR="003B14EB">
        <w:rPr>
          <w:i/>
          <w:color w:val="00B050"/>
        </w:rPr>
        <w:t>je třeba vložit další povinnosti Zhotovitele, pokud přicházejí v úvahu. Jako příklad jsou uvedeny následující body označené (x)-(xv). Pokud tyto navržené povinnosti neodpovídají potřebě, je třeba je uvést dle očekávané skutečnosti.</w:t>
      </w:r>
    </w:p>
    <w:p w14:paraId="2806D06D" w14:textId="19625813" w:rsidR="00C60E19" w:rsidRPr="003B14EB" w:rsidRDefault="00C60E19" w:rsidP="00C60E19">
      <w:pPr>
        <w:pStyle w:val="Odstavec1-2i"/>
        <w:rPr>
          <w:highlight w:val="green"/>
        </w:rPr>
      </w:pPr>
      <w:r w:rsidRPr="003B14EB">
        <w:rPr>
          <w:highlight w:val="green"/>
        </w:rPr>
        <w:t>Zajišťovat běžnou údržbu části Díla, kterou nemá povinnost zajišťovat ve smyslu písm. b) tohoto odst. 4.2 Objednatel a údržbu dopravního značení stanoveného v rámci přechodné úpravy provozu</w:t>
      </w:r>
      <w:r w:rsidR="0088299B" w:rsidRPr="003B14EB">
        <w:rPr>
          <w:highlight w:val="green"/>
        </w:rPr>
        <w:t>/zvláštního užívání pozemních komunikací</w:t>
      </w:r>
      <w:r w:rsidRPr="003B14EB">
        <w:rPr>
          <w:highlight w:val="green"/>
        </w:rPr>
        <w:t xml:space="preserve"> (dále jen „DIO“) včetně přístupových cest </w:t>
      </w:r>
      <w:r w:rsidR="0012042F" w:rsidRPr="003B14EB">
        <w:rPr>
          <w:highlight w:val="green"/>
        </w:rPr>
        <w:t>využívaných v rámci provádění Díla</w:t>
      </w:r>
      <w:r w:rsidRPr="003B14EB">
        <w:rPr>
          <w:highlight w:val="green"/>
        </w:rPr>
        <w:t xml:space="preserve">, </w:t>
      </w:r>
      <w:r w:rsidRPr="003B14EB">
        <w:rPr>
          <w:highlight w:val="green"/>
        </w:rPr>
        <w:lastRenderedPageBreak/>
        <w:t xml:space="preserve">a to po celou dobu </w:t>
      </w:r>
      <w:r w:rsidR="00FF783F">
        <w:rPr>
          <w:highlight w:val="green"/>
        </w:rPr>
        <w:t>P</w:t>
      </w:r>
      <w:r w:rsidRPr="003B14EB">
        <w:rPr>
          <w:highlight w:val="green"/>
        </w:rPr>
        <w:t xml:space="preserve">ředčasného užívání části Díla uvedenou v této </w:t>
      </w:r>
      <w:r w:rsidR="00A72477" w:rsidRPr="003B14EB">
        <w:rPr>
          <w:highlight w:val="green"/>
        </w:rPr>
        <w:t>D</w:t>
      </w:r>
      <w:r w:rsidR="0088299B" w:rsidRPr="003B14EB">
        <w:rPr>
          <w:highlight w:val="green"/>
        </w:rPr>
        <w:t>ohodě, jestliže se tato potřeba objeví v souvislosti s realizací Díla.</w:t>
      </w:r>
    </w:p>
    <w:p w14:paraId="65A06EF9" w14:textId="6CD98114" w:rsidR="00D671E8" w:rsidRPr="003B14EB" w:rsidRDefault="00D671E8" w:rsidP="00C60E19">
      <w:pPr>
        <w:pStyle w:val="Odstavec1-2i"/>
        <w:rPr>
          <w:highlight w:val="green"/>
        </w:rPr>
      </w:pPr>
      <w:r w:rsidRPr="003B14EB">
        <w:rPr>
          <w:highlight w:val="green"/>
        </w:rPr>
        <w:t>Provádět nezbytná kontrolní</w:t>
      </w:r>
      <w:r w:rsidR="00CC2D46" w:rsidRPr="003B14EB">
        <w:rPr>
          <w:highlight w:val="green"/>
        </w:rPr>
        <w:t>/ověřovací</w:t>
      </w:r>
      <w:r w:rsidRPr="003B14EB">
        <w:rPr>
          <w:highlight w:val="green"/>
        </w:rPr>
        <w:t xml:space="preserve"> měření prokazující dodržení </w:t>
      </w:r>
      <w:r w:rsidR="00CC2D46" w:rsidRPr="003B14EB">
        <w:rPr>
          <w:highlight w:val="green"/>
        </w:rPr>
        <w:t xml:space="preserve">smluvních </w:t>
      </w:r>
      <w:r w:rsidRPr="003B14EB">
        <w:rPr>
          <w:highlight w:val="green"/>
        </w:rPr>
        <w:t>parametrů Díla</w:t>
      </w:r>
      <w:r w:rsidR="00CC2D46" w:rsidRPr="003B14EB">
        <w:rPr>
          <w:highlight w:val="green"/>
        </w:rPr>
        <w:t xml:space="preserve"> </w:t>
      </w:r>
      <w:r w:rsidRPr="003B14EB">
        <w:rPr>
          <w:highlight w:val="green"/>
        </w:rPr>
        <w:t xml:space="preserve"> v rámci </w:t>
      </w:r>
      <w:r w:rsidR="00EF74B4" w:rsidRPr="003B14EB">
        <w:rPr>
          <w:highlight w:val="green"/>
        </w:rPr>
        <w:t>přechodových</w:t>
      </w:r>
      <w:r w:rsidRPr="003B14EB">
        <w:rPr>
          <w:highlight w:val="green"/>
        </w:rPr>
        <w:t xml:space="preserve"> stavů </w:t>
      </w:r>
      <w:r w:rsidR="00CC2D46" w:rsidRPr="003B14EB">
        <w:rPr>
          <w:highlight w:val="green"/>
        </w:rPr>
        <w:t xml:space="preserve">v době jeho </w:t>
      </w:r>
      <w:r w:rsidR="00AC0D67">
        <w:rPr>
          <w:highlight w:val="green"/>
        </w:rPr>
        <w:t>P</w:t>
      </w:r>
      <w:r w:rsidRPr="003B14EB">
        <w:rPr>
          <w:highlight w:val="green"/>
        </w:rPr>
        <w:t>ředčasného užívání (např. směrové a výškové uspořádání koleje, konsolidace náspů,</w:t>
      </w:r>
      <w:r w:rsidR="00EF74B4" w:rsidRPr="003B14EB">
        <w:rPr>
          <w:highlight w:val="green"/>
        </w:rPr>
        <w:t xml:space="preserve"> podpůrné a zajišťovací konstrukce,</w:t>
      </w:r>
      <w:r w:rsidR="00943F2F" w:rsidRPr="003B14EB">
        <w:rPr>
          <w:highlight w:val="green"/>
        </w:rPr>
        <w:t xml:space="preserve"> atp.</w:t>
      </w:r>
      <w:r w:rsidRPr="003B14EB">
        <w:rPr>
          <w:highlight w:val="green"/>
        </w:rPr>
        <w:t>) a zajišťovat bezvadný stav provizorních</w:t>
      </w:r>
      <w:r w:rsidR="00943F2F" w:rsidRPr="003B14EB">
        <w:rPr>
          <w:highlight w:val="green"/>
        </w:rPr>
        <w:t>/dočasných</w:t>
      </w:r>
      <w:r w:rsidRPr="003B14EB">
        <w:rPr>
          <w:highlight w:val="green"/>
        </w:rPr>
        <w:t xml:space="preserve"> opatření</w:t>
      </w:r>
      <w:r w:rsidR="00943F2F" w:rsidRPr="003B14EB">
        <w:rPr>
          <w:highlight w:val="green"/>
        </w:rPr>
        <w:t xml:space="preserve"> včetně pravidelné údržby</w:t>
      </w:r>
      <w:r w:rsidRPr="003B14EB">
        <w:rPr>
          <w:highlight w:val="green"/>
        </w:rPr>
        <w:t xml:space="preserve"> (např. </w:t>
      </w:r>
      <w:r w:rsidR="002A37C1" w:rsidRPr="003B14EB">
        <w:rPr>
          <w:highlight w:val="green"/>
        </w:rPr>
        <w:t>zajištění náhradních zdrojů a </w:t>
      </w:r>
      <w:r w:rsidRPr="003B14EB">
        <w:rPr>
          <w:highlight w:val="green"/>
        </w:rPr>
        <w:t>napájení</w:t>
      </w:r>
      <w:r w:rsidR="00943F2F" w:rsidRPr="003B14EB">
        <w:rPr>
          <w:highlight w:val="green"/>
        </w:rPr>
        <w:t xml:space="preserve"> energiemi a vodou</w:t>
      </w:r>
      <w:r w:rsidRPr="003B14EB">
        <w:rPr>
          <w:highlight w:val="green"/>
        </w:rPr>
        <w:t>, prov. stavy zab. a sděl. zařízení, náhradní osvětlení</w:t>
      </w:r>
      <w:r w:rsidR="00943F2F" w:rsidRPr="003B14EB">
        <w:rPr>
          <w:highlight w:val="green"/>
        </w:rPr>
        <w:t xml:space="preserve"> venkovních a vnitřních prostor</w:t>
      </w:r>
      <w:r w:rsidRPr="003B14EB">
        <w:rPr>
          <w:highlight w:val="green"/>
        </w:rPr>
        <w:t>, prov. přístupové cesty pro cestující veřejnost a</w:t>
      </w:r>
      <w:r w:rsidR="00943F2F" w:rsidRPr="003B14EB">
        <w:rPr>
          <w:highlight w:val="green"/>
        </w:rPr>
        <w:t> </w:t>
      </w:r>
      <w:r w:rsidRPr="003B14EB">
        <w:rPr>
          <w:highlight w:val="green"/>
        </w:rPr>
        <w:t>obsluhu dráhy,</w:t>
      </w:r>
      <w:r w:rsidR="00943F2F" w:rsidRPr="003B14EB">
        <w:rPr>
          <w:highlight w:val="green"/>
        </w:rPr>
        <w:t xml:space="preserve"> prov. staveništní přechody a</w:t>
      </w:r>
      <w:r w:rsidR="00EF74B4" w:rsidRPr="003B14EB">
        <w:rPr>
          <w:highlight w:val="green"/>
        </w:rPr>
        <w:t> </w:t>
      </w:r>
      <w:r w:rsidR="00943F2F" w:rsidRPr="003B14EB">
        <w:rPr>
          <w:highlight w:val="green"/>
        </w:rPr>
        <w:t>přejezdy,</w:t>
      </w:r>
      <w:r w:rsidRPr="003B14EB">
        <w:rPr>
          <w:highlight w:val="green"/>
        </w:rPr>
        <w:t xml:space="preserve"> </w:t>
      </w:r>
      <w:r w:rsidR="00943F2F" w:rsidRPr="003B14EB">
        <w:rPr>
          <w:highlight w:val="green"/>
        </w:rPr>
        <w:t>dočasné</w:t>
      </w:r>
      <w:r w:rsidR="002A37C1" w:rsidRPr="003B14EB">
        <w:rPr>
          <w:highlight w:val="green"/>
        </w:rPr>
        <w:t xml:space="preserve"> informační a orientační systémy,</w:t>
      </w:r>
      <w:r w:rsidR="00EF74B4" w:rsidRPr="003B14EB">
        <w:rPr>
          <w:highlight w:val="green"/>
        </w:rPr>
        <w:t xml:space="preserve"> výstroj trati, </w:t>
      </w:r>
      <w:r w:rsidR="002A37C1" w:rsidRPr="003B14EB">
        <w:rPr>
          <w:highlight w:val="green"/>
        </w:rPr>
        <w:t>zaškolení obsluhujícího personálu Objednatele včetně simulačních programů a</w:t>
      </w:r>
      <w:r w:rsidR="00943F2F" w:rsidRPr="003B14EB">
        <w:rPr>
          <w:highlight w:val="green"/>
        </w:rPr>
        <w:t> </w:t>
      </w:r>
      <w:r w:rsidR="002A37C1" w:rsidRPr="003B14EB">
        <w:rPr>
          <w:highlight w:val="green"/>
        </w:rPr>
        <w:t xml:space="preserve">návodů k obsluze, čerpání či převedení </w:t>
      </w:r>
      <w:r w:rsidR="00943F2F" w:rsidRPr="003B14EB">
        <w:rPr>
          <w:highlight w:val="green"/>
        </w:rPr>
        <w:t xml:space="preserve">srážkové a podzemní vody, odpovídající podmínky pro náhradní autobusovou dopravu, </w:t>
      </w:r>
      <w:r w:rsidR="00EF74B4" w:rsidRPr="003B14EB">
        <w:rPr>
          <w:highlight w:val="green"/>
        </w:rPr>
        <w:t xml:space="preserve">zajištění opatření při přechodné nefunkčnosti ohřevů výměn, </w:t>
      </w:r>
      <w:r w:rsidR="00943F2F" w:rsidRPr="003B14EB">
        <w:rPr>
          <w:highlight w:val="green"/>
        </w:rPr>
        <w:t>atp.)</w:t>
      </w:r>
    </w:p>
    <w:p w14:paraId="2876B2B3" w14:textId="58FF77E5" w:rsidR="00C60E19" w:rsidRPr="003B14EB" w:rsidRDefault="00C60E19" w:rsidP="00C60E19">
      <w:pPr>
        <w:pStyle w:val="Odstavec1-2i"/>
        <w:rPr>
          <w:highlight w:val="green"/>
        </w:rPr>
      </w:pPr>
      <w:r w:rsidRPr="003B14EB">
        <w:rPr>
          <w:highlight w:val="green"/>
        </w:rPr>
        <w:t>Provádět potřebné opravy části Díla nezpůsobené veřejným provozem anebo nezpůsobené v důsledku údržby zajišťované Objednatelem</w:t>
      </w:r>
      <w:r w:rsidR="0088299B" w:rsidRPr="003B14EB">
        <w:rPr>
          <w:highlight w:val="green"/>
        </w:rPr>
        <w:t>,</w:t>
      </w:r>
      <w:r w:rsidRPr="003B14EB">
        <w:rPr>
          <w:highlight w:val="green"/>
        </w:rPr>
        <w:t xml:space="preserve"> opravy DIO</w:t>
      </w:r>
      <w:r w:rsidR="0088299B" w:rsidRPr="003B14EB">
        <w:rPr>
          <w:highlight w:val="green"/>
        </w:rPr>
        <w:t xml:space="preserve"> a příp. škody vzniklé v souvislosti s realizací Díla poškozením podzemních vedení a</w:t>
      </w:r>
      <w:r w:rsidR="002A37C1" w:rsidRPr="003B14EB">
        <w:rPr>
          <w:highlight w:val="green"/>
        </w:rPr>
        <w:t> </w:t>
      </w:r>
      <w:r w:rsidR="0088299B" w:rsidRPr="003B14EB">
        <w:rPr>
          <w:highlight w:val="green"/>
        </w:rPr>
        <w:t>zařízení technické infrastruktury ve vlastnictví třetích stran</w:t>
      </w:r>
      <w:r w:rsidRPr="003B14EB">
        <w:rPr>
          <w:highlight w:val="green"/>
        </w:rPr>
        <w:t>, a to v souladu s příslušnými ustanoveními Smluvních podmínek. U škod na DIO, způsobených v důsledku dopravních nehod, provést neprodleně odstranění takové škody a</w:t>
      </w:r>
      <w:r w:rsidR="00943F2F" w:rsidRPr="003B14EB">
        <w:rPr>
          <w:highlight w:val="green"/>
        </w:rPr>
        <w:t> </w:t>
      </w:r>
      <w:r w:rsidRPr="003B14EB">
        <w:rPr>
          <w:highlight w:val="green"/>
        </w:rPr>
        <w:t xml:space="preserve">uvedení DIO do původního stavu, a to samostatně nebo po výzvě Objednatele/Správce stavby. </w:t>
      </w:r>
    </w:p>
    <w:p w14:paraId="6CB25358" w14:textId="77777777" w:rsidR="00C60E19" w:rsidRPr="003B14EB" w:rsidRDefault="00C60E19" w:rsidP="00C60E19">
      <w:pPr>
        <w:pStyle w:val="Odstavec1-2i"/>
        <w:rPr>
          <w:highlight w:val="green"/>
        </w:rPr>
      </w:pPr>
      <w:r w:rsidRPr="003B14EB">
        <w:rPr>
          <w:highlight w:val="green"/>
        </w:rPr>
        <w:t xml:space="preserve">Provádět potřebné opravy části Díla způsobené veřejným provozem nebo vandalismem na základě výzvy Objednatele, a to v rozsahu požadovaném Objednatelem. Úhrada vzniklých nákladů bude řešena dle příslušných ustanovení Smluvních podmínek. </w:t>
      </w:r>
    </w:p>
    <w:p w14:paraId="10343A67" w14:textId="6F39D499" w:rsidR="00C60E19" w:rsidRPr="003B14EB" w:rsidRDefault="00C60E19" w:rsidP="00C60E19">
      <w:pPr>
        <w:pStyle w:val="Odstavec1-2i"/>
        <w:rPr>
          <w:highlight w:val="green"/>
        </w:rPr>
      </w:pPr>
      <w:r w:rsidRPr="003B14EB">
        <w:rPr>
          <w:highlight w:val="green"/>
        </w:rPr>
        <w:t xml:space="preserve">Být součinný Objednateli/Správci stavby při projednání s příslušným zajišťovatelem zimní údržby o způsobu a podmínkách provádění zimní údržby Díla uvedeného do </w:t>
      </w:r>
      <w:r w:rsidR="00AC0D67">
        <w:rPr>
          <w:highlight w:val="green"/>
        </w:rPr>
        <w:t>P</w:t>
      </w:r>
      <w:r w:rsidRPr="003B14EB">
        <w:rPr>
          <w:highlight w:val="green"/>
        </w:rPr>
        <w:t>ředčasného užívání</w:t>
      </w:r>
      <w:r w:rsidR="0012042F" w:rsidRPr="003B14EB">
        <w:rPr>
          <w:highlight w:val="green"/>
        </w:rPr>
        <w:t xml:space="preserve">. </w:t>
      </w:r>
      <w:r w:rsidRPr="003B14EB">
        <w:rPr>
          <w:highlight w:val="green"/>
        </w:rPr>
        <w:t xml:space="preserve">Tímto ustanovením není dotčena povinnost Objednatele zajistit a hradit zimní údržbu. </w:t>
      </w:r>
    </w:p>
    <w:p w14:paraId="3EB13665" w14:textId="189DE6FF" w:rsidR="00C60E19" w:rsidRPr="003B14EB" w:rsidRDefault="00C60E19" w:rsidP="00C60E19">
      <w:pPr>
        <w:pStyle w:val="Odstavec1-2i"/>
        <w:rPr>
          <w:highlight w:val="green"/>
        </w:rPr>
      </w:pPr>
      <w:r w:rsidRPr="003B14EB">
        <w:rPr>
          <w:highlight w:val="green"/>
        </w:rPr>
        <w:t xml:space="preserve">Zajistit všechna nezbytná povolení k dočasné úpravě provozu na </w:t>
      </w:r>
      <w:r w:rsidR="0012042F" w:rsidRPr="003B14EB">
        <w:rPr>
          <w:highlight w:val="green"/>
        </w:rPr>
        <w:t>pozemní</w:t>
      </w:r>
      <w:r w:rsidR="0088299B" w:rsidRPr="003B14EB">
        <w:rPr>
          <w:highlight w:val="green"/>
        </w:rPr>
        <w:t>ch</w:t>
      </w:r>
      <w:r w:rsidR="0012042F" w:rsidRPr="003B14EB">
        <w:rPr>
          <w:highlight w:val="green"/>
        </w:rPr>
        <w:t xml:space="preserve"> </w:t>
      </w:r>
      <w:r w:rsidR="0088299B" w:rsidRPr="003B14EB">
        <w:rPr>
          <w:highlight w:val="green"/>
        </w:rPr>
        <w:t>komunikacích</w:t>
      </w:r>
      <w:r w:rsidRPr="003B14EB">
        <w:rPr>
          <w:highlight w:val="green"/>
        </w:rPr>
        <w:t xml:space="preserve"> v rozsahu </w:t>
      </w:r>
      <w:r w:rsidR="00AC0D67">
        <w:rPr>
          <w:highlight w:val="green"/>
        </w:rPr>
        <w:t>P</w:t>
      </w:r>
      <w:r w:rsidRPr="003B14EB">
        <w:rPr>
          <w:highlight w:val="green"/>
        </w:rPr>
        <w:t>ředčasného užívání, a to včetně stan</w:t>
      </w:r>
      <w:r w:rsidR="00A63D4A">
        <w:rPr>
          <w:highlight w:val="green"/>
        </w:rPr>
        <w:t>ovení přechodné úpravy. …[</w:t>
      </w:r>
      <w:r w:rsidR="00A63D4A" w:rsidRPr="00A63D4A">
        <w:rPr>
          <w:highlight w:val="green"/>
        </w:rPr>
        <w:t xml:space="preserve"> </w:t>
      </w:r>
      <w:r w:rsidR="00A63D4A">
        <w:rPr>
          <w:highlight w:val="green"/>
        </w:rPr>
        <w:t>VLOŽÍ</w:t>
      </w:r>
      <w:r w:rsidRPr="003B14EB">
        <w:rPr>
          <w:highlight w:val="green"/>
        </w:rPr>
        <w:t xml:space="preserve"> OBJEDNATEL]… .</w:t>
      </w:r>
    </w:p>
    <w:p w14:paraId="6E61EEFA" w14:textId="77777777" w:rsidR="00A876E2" w:rsidRPr="0065508C" w:rsidRDefault="00605D0F" w:rsidP="00E12962">
      <w:pPr>
        <w:pStyle w:val="Odstavec1-1a"/>
        <w:rPr>
          <w:rStyle w:val="Tun"/>
        </w:rPr>
      </w:pPr>
      <w:r w:rsidRPr="0065508C">
        <w:rPr>
          <w:rStyle w:val="Tun"/>
        </w:rPr>
        <w:t>Povinnosti Objednatele</w:t>
      </w:r>
    </w:p>
    <w:p w14:paraId="3E19EE39" w14:textId="7CB39063" w:rsidR="00605D0F" w:rsidRPr="00023D75" w:rsidRDefault="00605D0F" w:rsidP="00E12962">
      <w:pPr>
        <w:pStyle w:val="Odstavec1-2i"/>
      </w:pPr>
      <w:r w:rsidRPr="00023D75">
        <w:t xml:space="preserve">Poskytnout Zhotoviteli součinnost při zajišťování podkladů potřebných k uvedení části </w:t>
      </w:r>
      <w:r w:rsidR="002E56DC">
        <w:t>Díla</w:t>
      </w:r>
      <w:r w:rsidRPr="00023D75">
        <w:t xml:space="preserve"> do Předčasného užívání, které zajišťuje podle Smlouvy Zhotovitel, zajistit ostatní podklady potřebné k uvedení části </w:t>
      </w:r>
      <w:r w:rsidR="002E56DC">
        <w:t>Díla</w:t>
      </w:r>
      <w:r w:rsidRPr="00023D75">
        <w:t xml:space="preserve"> do P</w:t>
      </w:r>
      <w:r w:rsidR="00242E71" w:rsidRPr="00023D75">
        <w:t>ředčasného užívání</w:t>
      </w:r>
      <w:r w:rsidRPr="00023D75">
        <w:t xml:space="preserve">, které Zhotovitel nezajišťuje, a v součinnosti se Zhotovitelem zajistit povolení k uvedení </w:t>
      </w:r>
      <w:r w:rsidR="003D21F0" w:rsidRPr="00023D75">
        <w:t xml:space="preserve">části </w:t>
      </w:r>
      <w:r w:rsidR="002E56DC">
        <w:t>Díla</w:t>
      </w:r>
      <w:r w:rsidRPr="00023D75">
        <w:t xml:space="preserve"> do </w:t>
      </w:r>
      <w:r w:rsidR="00AC0D67">
        <w:t>P</w:t>
      </w:r>
      <w:r w:rsidRPr="00023D75">
        <w:t>ředčasného užívání.</w:t>
      </w:r>
    </w:p>
    <w:p w14:paraId="03D4CEDC" w14:textId="0FB7184F" w:rsidR="00605D0F" w:rsidRPr="00023D75" w:rsidRDefault="00605D0F" w:rsidP="00E12962">
      <w:pPr>
        <w:pStyle w:val="Odstavec1-2i"/>
      </w:pPr>
      <w:r w:rsidRPr="00023D75">
        <w:t xml:space="preserve">Postupovat podle Pod-článku 17.4 Smluvních podmínek při odstraňování důsledků </w:t>
      </w:r>
      <w:r w:rsidR="00AC0D67">
        <w:t>P</w:t>
      </w:r>
      <w:r w:rsidRPr="00023D75">
        <w:t xml:space="preserve">ředčasného užívání, které vedou ke ztrátě nebo škodě na </w:t>
      </w:r>
      <w:r w:rsidR="00242E71" w:rsidRPr="00023D75">
        <w:t xml:space="preserve">části </w:t>
      </w:r>
      <w:r w:rsidR="002E56DC">
        <w:t>Díla</w:t>
      </w:r>
      <w:r w:rsidRPr="00023D75">
        <w:t xml:space="preserve">, a které jsou rizikem Objednatele. </w:t>
      </w:r>
    </w:p>
    <w:p w14:paraId="161092B5" w14:textId="7E2C495D" w:rsidR="00605D0F" w:rsidRPr="00023D75" w:rsidRDefault="00605D0F" w:rsidP="00E12962">
      <w:pPr>
        <w:pStyle w:val="Odstavec1-2i"/>
      </w:pPr>
      <w:r w:rsidRPr="00023D75">
        <w:t xml:space="preserve">Zajistit věcně i finančně potřebné opravy škod a opotřebení </w:t>
      </w:r>
      <w:r w:rsidR="00242E71" w:rsidRPr="00023D75">
        <w:t xml:space="preserve">části </w:t>
      </w:r>
      <w:r w:rsidR="002E56DC">
        <w:t>Díla</w:t>
      </w:r>
      <w:r w:rsidRPr="00023D75">
        <w:t xml:space="preserve"> způsobených v důsledku veřejného provozu anebo způsobených v důsledku údržby zajišťované Objednatelem</w:t>
      </w:r>
      <w:r w:rsidR="00242E71" w:rsidRPr="00023D75">
        <w:t>,</w:t>
      </w:r>
      <w:r w:rsidRPr="00023D75">
        <w:t xml:space="preserve"> a to s uvedením do původního stavu. Zajistit běžnou údržbu </w:t>
      </w:r>
      <w:r w:rsidR="00242E71" w:rsidRPr="00023D75">
        <w:t xml:space="preserve">části </w:t>
      </w:r>
      <w:r w:rsidR="002E56DC">
        <w:t>Díla</w:t>
      </w:r>
      <w:r w:rsidRPr="00023D75">
        <w:t xml:space="preserve"> v rozsahu potřebném pro zajištění </w:t>
      </w:r>
      <w:r w:rsidR="00242E71" w:rsidRPr="00023D75">
        <w:t xml:space="preserve">provozování části </w:t>
      </w:r>
      <w:r w:rsidR="002E56DC">
        <w:t>Díla</w:t>
      </w:r>
      <w:r w:rsidR="00242E71" w:rsidRPr="00023D75">
        <w:t xml:space="preserve"> uváděné</w:t>
      </w:r>
      <w:r w:rsidRPr="00023D75">
        <w:t xml:space="preserve"> do </w:t>
      </w:r>
      <w:r w:rsidR="00AC0D67">
        <w:t>P</w:t>
      </w:r>
      <w:r w:rsidRPr="00023D75">
        <w:t>ředčasného užívání. Tímto ustanovením není dotčena odpovědnost Zhotovitele za vady Díla a záruční doba Díla dle Smlouvy</w:t>
      </w:r>
      <w:r w:rsidR="00242E71" w:rsidRPr="00023D75">
        <w:t>.</w:t>
      </w:r>
      <w:r w:rsidRPr="00023D75">
        <w:t xml:space="preserve">  </w:t>
      </w:r>
    </w:p>
    <w:p w14:paraId="24D419D9" w14:textId="04077D9C" w:rsidR="004A08C2" w:rsidRPr="003B14EB" w:rsidRDefault="009E68C4" w:rsidP="004A08C2">
      <w:pPr>
        <w:pStyle w:val="Textbezslovn"/>
        <w:ind w:left="1531"/>
        <w:rPr>
          <w:i/>
          <w:color w:val="00B050"/>
        </w:rPr>
      </w:pPr>
      <w:r w:rsidRPr="003B14EB">
        <w:rPr>
          <w:i/>
          <w:color w:val="00B050"/>
        </w:rPr>
        <w:t xml:space="preserve">V případě </w:t>
      </w:r>
      <w:r w:rsidR="003B14EB">
        <w:rPr>
          <w:i/>
          <w:color w:val="00B050"/>
        </w:rPr>
        <w:t xml:space="preserve">uvažovaného </w:t>
      </w:r>
      <w:r w:rsidR="00AC0D67">
        <w:rPr>
          <w:i/>
          <w:color w:val="00B050"/>
        </w:rPr>
        <w:t>P</w:t>
      </w:r>
      <w:r w:rsidR="00023D75" w:rsidRPr="003B14EB">
        <w:rPr>
          <w:i/>
          <w:color w:val="00B050"/>
        </w:rPr>
        <w:t>ředčasné</w:t>
      </w:r>
      <w:r w:rsidRPr="003B14EB">
        <w:rPr>
          <w:i/>
          <w:color w:val="00B050"/>
        </w:rPr>
        <w:t>ho</w:t>
      </w:r>
      <w:r w:rsidR="00023D75" w:rsidRPr="003B14EB">
        <w:rPr>
          <w:i/>
          <w:color w:val="00B050"/>
        </w:rPr>
        <w:t xml:space="preserve"> užívání </w:t>
      </w:r>
      <w:r w:rsidR="004A08C2" w:rsidRPr="00AD3380">
        <w:rPr>
          <w:b/>
          <w:i/>
          <w:color w:val="00B050"/>
        </w:rPr>
        <w:t xml:space="preserve">pozemní </w:t>
      </w:r>
      <w:r w:rsidR="00023D75" w:rsidRPr="00AD3380">
        <w:rPr>
          <w:b/>
          <w:i/>
          <w:color w:val="00B050"/>
        </w:rPr>
        <w:t>komunikace</w:t>
      </w:r>
      <w:r w:rsidR="004A08C2" w:rsidRPr="004A08C2">
        <w:rPr>
          <w:i/>
          <w:color w:val="00B050"/>
        </w:rPr>
        <w:t xml:space="preserve"> </w:t>
      </w:r>
      <w:r w:rsidR="004A08C2">
        <w:rPr>
          <w:i/>
          <w:color w:val="00B050"/>
        </w:rPr>
        <w:t>je třeba vložit další povinnosti Objednatele, pokud přicházejí v úvahu. Jako příklad jsou uvedeny následující body (iv)-(v). Pokud tyto navržené povinnosti neodpovídají potřebě, je třeba je uvést dle očekávané skutečnosti.</w:t>
      </w:r>
    </w:p>
    <w:p w14:paraId="62F600B3" w14:textId="760B431F" w:rsidR="00605D0F" w:rsidRPr="009E68C4" w:rsidRDefault="00605D0F" w:rsidP="00E12962">
      <w:pPr>
        <w:pStyle w:val="Odstavec1-2i"/>
        <w:rPr>
          <w:highlight w:val="green"/>
        </w:rPr>
      </w:pPr>
      <w:r w:rsidRPr="009E68C4">
        <w:rPr>
          <w:highlight w:val="green"/>
        </w:rPr>
        <w:t xml:space="preserve">V součinnosti se Zhotovitelem projednat s příslušným zajišťovatelem zimní údržby způsob a podmínky provádění zimní údržby </w:t>
      </w:r>
      <w:r w:rsidR="00242E71" w:rsidRPr="009E68C4">
        <w:rPr>
          <w:highlight w:val="green"/>
        </w:rPr>
        <w:t xml:space="preserve">části </w:t>
      </w:r>
      <w:r w:rsidR="002E56DC" w:rsidRPr="009E68C4">
        <w:rPr>
          <w:highlight w:val="green"/>
        </w:rPr>
        <w:t>Díla</w:t>
      </w:r>
      <w:r w:rsidRPr="009E68C4">
        <w:rPr>
          <w:highlight w:val="green"/>
        </w:rPr>
        <w:t xml:space="preserve"> uvedené do </w:t>
      </w:r>
      <w:r w:rsidRPr="009E68C4">
        <w:rPr>
          <w:highlight w:val="green"/>
        </w:rPr>
        <w:lastRenderedPageBreak/>
        <w:t>předčasné</w:t>
      </w:r>
      <w:r w:rsidR="00242E71" w:rsidRPr="009E68C4">
        <w:rPr>
          <w:highlight w:val="green"/>
        </w:rPr>
        <w:t>ho</w:t>
      </w:r>
      <w:r w:rsidRPr="009E68C4">
        <w:rPr>
          <w:highlight w:val="green"/>
        </w:rPr>
        <w:t xml:space="preserve"> užívání, a to v rozsahu a za podmínek stanovených platnými právními předpisy. </w:t>
      </w:r>
    </w:p>
    <w:p w14:paraId="1285D16F" w14:textId="2E6A70DC" w:rsidR="00605D0F" w:rsidRPr="009E68C4" w:rsidRDefault="00605D0F" w:rsidP="00E12962">
      <w:pPr>
        <w:pStyle w:val="Odstavec1-2i"/>
        <w:rPr>
          <w:highlight w:val="green"/>
        </w:rPr>
      </w:pPr>
      <w:r w:rsidRPr="009E68C4">
        <w:rPr>
          <w:highlight w:val="green"/>
        </w:rPr>
        <w:t xml:space="preserve">Zajistit zimní údržbu </w:t>
      </w:r>
      <w:r w:rsidR="00242E71" w:rsidRPr="009E68C4">
        <w:rPr>
          <w:highlight w:val="green"/>
        </w:rPr>
        <w:t xml:space="preserve">části </w:t>
      </w:r>
      <w:r w:rsidR="002E56DC" w:rsidRPr="009E68C4">
        <w:rPr>
          <w:highlight w:val="green"/>
        </w:rPr>
        <w:t>Díla</w:t>
      </w:r>
      <w:r w:rsidRPr="009E68C4">
        <w:rPr>
          <w:highlight w:val="green"/>
        </w:rPr>
        <w:t xml:space="preserve"> hradit veškeré náklady spojené s prováděním zimní údržby po </w:t>
      </w:r>
      <w:r w:rsidR="00242E71" w:rsidRPr="009E68C4">
        <w:rPr>
          <w:highlight w:val="green"/>
        </w:rPr>
        <w:t>d</w:t>
      </w:r>
      <w:r w:rsidRPr="009E68C4">
        <w:rPr>
          <w:highlight w:val="green"/>
        </w:rPr>
        <w:t xml:space="preserve">obu </w:t>
      </w:r>
      <w:r w:rsidR="00AC0D67">
        <w:rPr>
          <w:highlight w:val="green"/>
        </w:rPr>
        <w:t>P</w:t>
      </w:r>
      <w:r w:rsidRPr="009E68C4">
        <w:rPr>
          <w:highlight w:val="green"/>
        </w:rPr>
        <w:t xml:space="preserve">ředčasného užívání </w:t>
      </w:r>
      <w:r w:rsidR="00242E71" w:rsidRPr="009E68C4">
        <w:rPr>
          <w:highlight w:val="green"/>
        </w:rPr>
        <w:t xml:space="preserve">části </w:t>
      </w:r>
      <w:r w:rsidR="002E56DC" w:rsidRPr="009E68C4">
        <w:rPr>
          <w:highlight w:val="green"/>
        </w:rPr>
        <w:t>Díla</w:t>
      </w:r>
      <w:r w:rsidR="00023D75" w:rsidRPr="009E68C4">
        <w:rPr>
          <w:highlight w:val="green"/>
        </w:rPr>
        <w:t>.</w:t>
      </w:r>
    </w:p>
    <w:p w14:paraId="174507D3" w14:textId="447881B0" w:rsidR="00023D75" w:rsidRPr="009A6B05" w:rsidRDefault="009E68C4" w:rsidP="009A6B05">
      <w:pPr>
        <w:pStyle w:val="Textbezslovn"/>
        <w:ind w:left="1531"/>
        <w:rPr>
          <w:i/>
          <w:color w:val="00B050"/>
        </w:rPr>
      </w:pPr>
      <w:r w:rsidRPr="009A6B05">
        <w:rPr>
          <w:i/>
          <w:color w:val="00B050"/>
        </w:rPr>
        <w:t xml:space="preserve">V případě </w:t>
      </w:r>
      <w:r w:rsidR="009A6B05" w:rsidRPr="009A6B05">
        <w:rPr>
          <w:i/>
          <w:color w:val="00B050"/>
        </w:rPr>
        <w:t xml:space="preserve">uvažovaného </w:t>
      </w:r>
      <w:r w:rsidR="00AC0D67">
        <w:rPr>
          <w:i/>
          <w:color w:val="00B050"/>
        </w:rPr>
        <w:t>P</w:t>
      </w:r>
      <w:r w:rsidR="00023D75" w:rsidRPr="009A6B05">
        <w:rPr>
          <w:i/>
          <w:color w:val="00B050"/>
        </w:rPr>
        <w:t>ředčasné</w:t>
      </w:r>
      <w:r w:rsidRPr="009A6B05">
        <w:rPr>
          <w:i/>
          <w:color w:val="00B050"/>
        </w:rPr>
        <w:t>ho</w:t>
      </w:r>
      <w:r w:rsidR="00023D75" w:rsidRPr="009A6B05">
        <w:rPr>
          <w:i/>
          <w:color w:val="00B050"/>
        </w:rPr>
        <w:t xml:space="preserve"> užívání </w:t>
      </w:r>
      <w:r w:rsidR="00023D75" w:rsidRPr="00AD3380">
        <w:rPr>
          <w:b/>
          <w:i/>
          <w:color w:val="00B050"/>
        </w:rPr>
        <w:t>stavby dráhy</w:t>
      </w:r>
      <w:r w:rsidRPr="00AD3380">
        <w:rPr>
          <w:i/>
          <w:color w:val="00B050"/>
        </w:rPr>
        <w:t xml:space="preserve"> (týká se i budov)</w:t>
      </w:r>
      <w:r w:rsidR="009A6B05" w:rsidRPr="009A6B05">
        <w:rPr>
          <w:i/>
          <w:color w:val="00B050"/>
        </w:rPr>
        <w:t xml:space="preserve"> </w:t>
      </w:r>
      <w:r w:rsidR="009A6B05">
        <w:rPr>
          <w:i/>
          <w:color w:val="00B050"/>
        </w:rPr>
        <w:t xml:space="preserve">je třeba vložit další povinnosti Objednatele, pokud přicházejí v úvahu. Příklady uvedeny nejsou. </w:t>
      </w:r>
    </w:p>
    <w:p w14:paraId="4E49EEE3" w14:textId="174B157A" w:rsidR="009E68C4" w:rsidRPr="009A6B05" w:rsidRDefault="009A6B05" w:rsidP="00E12962">
      <w:pPr>
        <w:pStyle w:val="Textbezslovn"/>
        <w:ind w:left="1531"/>
        <w:rPr>
          <w:color w:val="00B050"/>
        </w:rPr>
      </w:pPr>
      <w:r w:rsidRPr="009A6B05">
        <w:rPr>
          <w:i/>
          <w:color w:val="00B050"/>
        </w:rPr>
        <w:t>(vi</w:t>
      </w:r>
      <w:r w:rsidR="009E68C4" w:rsidRPr="009A6B05">
        <w:rPr>
          <w:i/>
          <w:color w:val="00B050"/>
        </w:rPr>
        <w:t>)...</w:t>
      </w:r>
      <w:r w:rsidR="002111CD" w:rsidRPr="009A6B05">
        <w:rPr>
          <w:i/>
          <w:color w:val="00B050"/>
        </w:rPr>
        <w:t xml:space="preserve"> </w:t>
      </w:r>
    </w:p>
    <w:p w14:paraId="055E4E04" w14:textId="62DB6490" w:rsidR="009E68C4" w:rsidRPr="009A6B05" w:rsidRDefault="009E68C4" w:rsidP="00E12962">
      <w:pPr>
        <w:pStyle w:val="Textbezslovn"/>
        <w:ind w:left="1531"/>
        <w:rPr>
          <w:i/>
          <w:color w:val="00B050"/>
        </w:rPr>
      </w:pPr>
      <w:r w:rsidRPr="009A6B05">
        <w:rPr>
          <w:i/>
          <w:color w:val="00B050"/>
        </w:rPr>
        <w:t>(v</w:t>
      </w:r>
      <w:r w:rsidR="009A6B05" w:rsidRPr="009A6B05">
        <w:rPr>
          <w:i/>
          <w:color w:val="00B050"/>
        </w:rPr>
        <w:t>ii</w:t>
      </w:r>
      <w:r w:rsidRPr="009A6B05">
        <w:rPr>
          <w:i/>
          <w:color w:val="00B050"/>
        </w:rPr>
        <w:t>)....</w:t>
      </w:r>
    </w:p>
    <w:p w14:paraId="0DE390E0" w14:textId="77777777" w:rsidR="007D26F9" w:rsidRPr="006D7BBE" w:rsidRDefault="00242E71" w:rsidP="00BC5BDD">
      <w:pPr>
        <w:pStyle w:val="Nadpis1-1"/>
      </w:pPr>
      <w:r w:rsidRPr="006D7BBE">
        <w:t xml:space="preserve">BĚH ZÁRUČNÍ DOBY </w:t>
      </w:r>
    </w:p>
    <w:p w14:paraId="6E39954C" w14:textId="18406423" w:rsidR="00CA6FA5" w:rsidRDefault="00CA6FA5" w:rsidP="002C025B">
      <w:pPr>
        <w:pStyle w:val="Text1-1"/>
      </w:pPr>
      <w:r w:rsidRPr="00CA6FA5">
        <w:t xml:space="preserve">Uzavření této Dohody a zahájení </w:t>
      </w:r>
      <w:r w:rsidR="00FF783F">
        <w:t>P</w:t>
      </w:r>
      <w:r w:rsidRPr="00CA6FA5">
        <w:t xml:space="preserve">ředčasného užívání </w:t>
      </w:r>
      <w:r>
        <w:t xml:space="preserve">části </w:t>
      </w:r>
      <w:r w:rsidR="002E56DC">
        <w:t xml:space="preserve">Díla </w:t>
      </w:r>
      <w:r w:rsidRPr="00CA6FA5">
        <w:t>nemá za následek počátek bě</w:t>
      </w:r>
      <w:r>
        <w:t>hu záruční doby Díla dle Smluvních podmínek.</w:t>
      </w:r>
      <w:r w:rsidRPr="00CA6FA5">
        <w:t xml:space="preserve">  </w:t>
      </w:r>
    </w:p>
    <w:p w14:paraId="32218018" w14:textId="77777777" w:rsidR="006D7BBE" w:rsidRDefault="006D7BBE" w:rsidP="006D7BBE">
      <w:pPr>
        <w:pStyle w:val="Nadpis1-1"/>
      </w:pPr>
      <w:r>
        <w:t>ZÁVĚREČNÁ USTANOVENÍ</w:t>
      </w:r>
    </w:p>
    <w:p w14:paraId="4A3BD962" w14:textId="4CBF0243" w:rsidR="00911AAA" w:rsidRPr="00911AAA" w:rsidRDefault="00911AAA" w:rsidP="002C025B">
      <w:pPr>
        <w:pStyle w:val="Text1-1"/>
      </w:pPr>
      <w:r w:rsidRPr="00911AAA">
        <w:t xml:space="preserve">Tato Dohoda nabývá účinnosti dnem podpisu této Dohody. Účinnost Dohody zaniká uplynutím </w:t>
      </w:r>
      <w:r>
        <w:t>d</w:t>
      </w:r>
      <w:r w:rsidRPr="00911AAA">
        <w:t xml:space="preserve">oby </w:t>
      </w:r>
      <w:r w:rsidR="00AC0D67">
        <w:t>P</w:t>
      </w:r>
      <w:r w:rsidRPr="00911AAA">
        <w:t xml:space="preserve">ředčasného užívání </w:t>
      </w:r>
      <w:r>
        <w:t xml:space="preserve">části </w:t>
      </w:r>
      <w:r w:rsidR="002E56DC">
        <w:t>Díla</w:t>
      </w:r>
      <w:r w:rsidRPr="00911AAA">
        <w:t xml:space="preserve"> nebo vydáním </w:t>
      </w:r>
      <w:r>
        <w:t>příslušného Potvrzení</w:t>
      </w:r>
      <w:r w:rsidRPr="00911AAA">
        <w:t xml:space="preserve"> o</w:t>
      </w:r>
      <w:r w:rsidR="00FF783F">
        <w:t> </w:t>
      </w:r>
      <w:r w:rsidRPr="00911AAA">
        <w:t xml:space="preserve">převzetí </w:t>
      </w:r>
      <w:r>
        <w:t xml:space="preserve">zahrnujícího část </w:t>
      </w:r>
      <w:r w:rsidR="002E56DC">
        <w:t>Díla</w:t>
      </w:r>
      <w:r w:rsidRPr="00911AAA">
        <w:t>, podle toho, co nastane dříve.</w:t>
      </w:r>
    </w:p>
    <w:p w14:paraId="74DE8D85" w14:textId="18009739" w:rsidR="00EF51ED" w:rsidRDefault="00EF51ED" w:rsidP="00EF51ED">
      <w:pPr>
        <w:pStyle w:val="Text1-1"/>
      </w:pPr>
      <w:bookmarkStart w:id="0" w:name="_Hlk159925476"/>
      <w:r w:rsidRPr="0029165B">
        <w:rPr>
          <w:b/>
          <w:i/>
          <w:color w:val="00B050"/>
        </w:rPr>
        <w:t>Varianta A)</w:t>
      </w:r>
      <w:r w:rsidRPr="0029165B">
        <w:rPr>
          <w:color w:val="00B050"/>
        </w:rPr>
        <w:t xml:space="preserve"> </w:t>
      </w:r>
      <w:r>
        <w:t>Tato Dohoda se vyhotovuje v šesti vyhotoveních, z nich tři vyhotovení obdrží Objednatel</w:t>
      </w:r>
      <w:r w:rsidR="0029165B">
        <w:t>,</w:t>
      </w:r>
      <w:r>
        <w:t xml:space="preserve"> dvě vyhotovení obdrží Zhotovitel a jedno vyhotovení příslušný stavební úřad. </w:t>
      </w:r>
      <w:r w:rsidRPr="0029165B">
        <w:rPr>
          <w:b/>
          <w:i/>
          <w:color w:val="00B050"/>
        </w:rPr>
        <w:t>Varianta B)</w:t>
      </w:r>
      <w:r w:rsidRPr="0029165B">
        <w:rPr>
          <w:color w:val="00B050"/>
        </w:rPr>
        <w:t xml:space="preserve"> </w:t>
      </w:r>
      <w:r>
        <w:t>Tato Dohoda je vyhotovena elektronicky a podepsána zaručeným elektronickým podpisem založeným na kvalifikovaném certifikátu pro elektronický podpis nebo kvalifikovaným elektronickým podpisem.</w:t>
      </w:r>
    </w:p>
    <w:p w14:paraId="18E81F94" w14:textId="74DCA359" w:rsidR="00EF51ED" w:rsidRPr="0029165B" w:rsidRDefault="00EF51ED" w:rsidP="0029165B">
      <w:pPr>
        <w:pStyle w:val="Text1-1"/>
        <w:numPr>
          <w:ilvl w:val="0"/>
          <w:numId w:val="0"/>
        </w:numPr>
        <w:ind w:left="737"/>
        <w:rPr>
          <w:i/>
          <w:color w:val="00B050"/>
        </w:rPr>
      </w:pPr>
      <w:r w:rsidRPr="0029165B">
        <w:rPr>
          <w:i/>
          <w:color w:val="00B050"/>
        </w:rPr>
        <w:t>Vybere se Varianta a) nebo b) pro vyhotovení Dohody a druhá se odstraní.</w:t>
      </w:r>
    </w:p>
    <w:p w14:paraId="683F96E3" w14:textId="3B4B1193" w:rsidR="00911AAA" w:rsidRPr="00911AAA" w:rsidRDefault="00EF51ED" w:rsidP="0029165B">
      <w:pPr>
        <w:pStyle w:val="Text1-1"/>
      </w:pPr>
      <w:bookmarkStart w:id="1" w:name="_Hlk159925499"/>
      <w:bookmarkEnd w:id="0"/>
      <w:r>
        <w:t>Podmínky sjednané v této Dohodě</w:t>
      </w:r>
      <w:r w:rsidRPr="00EF51ED">
        <w:t xml:space="preserve"> je možné měnit pouze písemnou dohodou Stran ve formě číslovaných dodatků této </w:t>
      </w:r>
      <w:r>
        <w:t>Dohody</w:t>
      </w:r>
      <w:r w:rsidRPr="00EF51ED">
        <w:t>, podepsanou za každou Stranu osobou nebo osobami oprávněnými takový dodatek podepsat.</w:t>
      </w:r>
      <w:bookmarkEnd w:id="1"/>
    </w:p>
    <w:p w14:paraId="6A8C6C56" w14:textId="77777777" w:rsidR="00911AAA" w:rsidRPr="00911AAA" w:rsidRDefault="00911AAA" w:rsidP="002C025B">
      <w:pPr>
        <w:pStyle w:val="Text1-1"/>
      </w:pPr>
      <w:r w:rsidRPr="00911AAA">
        <w:t xml:space="preserve">Strany Dohody prohlašují, že tato </w:t>
      </w:r>
      <w:r w:rsidR="008B27F5">
        <w:t>Dohoda</w:t>
      </w:r>
      <w:r w:rsidR="008924DA">
        <w:t xml:space="preserve"> </w:t>
      </w:r>
      <w:r w:rsidRPr="00911AAA">
        <w:t>je jejich shodnou, souhlasnou a</w:t>
      </w:r>
      <w:r w:rsidR="0065508C">
        <w:t> </w:t>
      </w:r>
      <w:r w:rsidRPr="00911AAA">
        <w:t>svobodnou vůlí, že nebyla uzavřena v tísni nebo za jiných nepříznivých podmínek a</w:t>
      </w:r>
      <w:r w:rsidR="0065508C">
        <w:t> </w:t>
      </w:r>
      <w:r w:rsidRPr="00911AAA">
        <w:t>na důkaz toho připojují své vlastnoruční podpisy.</w:t>
      </w:r>
    </w:p>
    <w:p w14:paraId="28251255" w14:textId="77777777" w:rsidR="00911AAA" w:rsidRDefault="00911AAA" w:rsidP="002C025B">
      <w:pPr>
        <w:pStyle w:val="Text1-1"/>
      </w:pPr>
      <w:r w:rsidRPr="00911AAA">
        <w:t>Součástí Dohody jsou tyto přílohy:</w:t>
      </w:r>
    </w:p>
    <w:p w14:paraId="313D20B8" w14:textId="77777777" w:rsidR="00911AAA" w:rsidRPr="0074517C" w:rsidRDefault="00911AAA" w:rsidP="002C025B">
      <w:pPr>
        <w:pStyle w:val="Textbezslovn"/>
        <w:rPr>
          <w:i/>
          <w:color w:val="00B050"/>
        </w:rPr>
      </w:pPr>
      <w:r w:rsidRPr="0074517C">
        <w:rPr>
          <w:i/>
          <w:color w:val="00B050"/>
        </w:rPr>
        <w:t>Např.:</w:t>
      </w:r>
    </w:p>
    <w:p w14:paraId="5FA19B9A" w14:textId="54D7D514" w:rsidR="00A1411D" w:rsidRPr="0074517C" w:rsidRDefault="00A1411D" w:rsidP="00260F1D">
      <w:pPr>
        <w:pStyle w:val="Odstavec1-1a"/>
        <w:numPr>
          <w:ilvl w:val="0"/>
          <w:numId w:val="11"/>
        </w:numPr>
        <w:rPr>
          <w:i/>
          <w:color w:val="00B050"/>
        </w:rPr>
      </w:pPr>
      <w:r w:rsidRPr="0074517C">
        <w:rPr>
          <w:i/>
          <w:color w:val="00B050"/>
        </w:rPr>
        <w:t xml:space="preserve">Žádost Zhotovitele o </w:t>
      </w:r>
      <w:r w:rsidR="00AD3380">
        <w:rPr>
          <w:i/>
          <w:color w:val="00B050"/>
        </w:rPr>
        <w:t>P</w:t>
      </w:r>
      <w:r w:rsidRPr="0074517C">
        <w:rPr>
          <w:i/>
          <w:color w:val="00B050"/>
        </w:rPr>
        <w:t>ředčasné užívání na předmětné části Díla.</w:t>
      </w:r>
    </w:p>
    <w:p w14:paraId="21431558" w14:textId="1293EDB9" w:rsidR="00911AAA" w:rsidRPr="0074517C" w:rsidRDefault="008924DA" w:rsidP="00260F1D">
      <w:pPr>
        <w:pStyle w:val="Odstavec1-1a"/>
        <w:numPr>
          <w:ilvl w:val="0"/>
          <w:numId w:val="11"/>
        </w:numPr>
        <w:rPr>
          <w:i/>
          <w:color w:val="00B050"/>
        </w:rPr>
      </w:pPr>
      <w:r w:rsidRPr="0074517C">
        <w:rPr>
          <w:i/>
          <w:color w:val="00B050"/>
        </w:rPr>
        <w:t>Zápis</w:t>
      </w:r>
      <w:r w:rsidR="00A1411D" w:rsidRPr="0074517C">
        <w:rPr>
          <w:i/>
          <w:color w:val="00B050"/>
        </w:rPr>
        <w:t>y</w:t>
      </w:r>
      <w:r w:rsidRPr="0074517C">
        <w:rPr>
          <w:i/>
          <w:color w:val="00B050"/>
        </w:rPr>
        <w:t xml:space="preserve"> o předání </w:t>
      </w:r>
      <w:r w:rsidR="00A1411D" w:rsidRPr="0074517C">
        <w:rPr>
          <w:i/>
          <w:color w:val="00B050"/>
        </w:rPr>
        <w:t>předmětných částí Díla určených</w:t>
      </w:r>
      <w:r w:rsidRPr="0074517C">
        <w:rPr>
          <w:i/>
          <w:color w:val="00B050"/>
        </w:rPr>
        <w:t xml:space="preserve"> pro</w:t>
      </w:r>
      <w:r w:rsidR="00A1411D" w:rsidRPr="0074517C">
        <w:rPr>
          <w:i/>
          <w:color w:val="00B050"/>
        </w:rPr>
        <w:t xml:space="preserve"> </w:t>
      </w:r>
      <w:r w:rsidR="00AD3380">
        <w:rPr>
          <w:i/>
          <w:color w:val="00B050"/>
        </w:rPr>
        <w:t>P</w:t>
      </w:r>
      <w:r w:rsidR="00A1411D" w:rsidRPr="0074517C">
        <w:rPr>
          <w:i/>
          <w:color w:val="00B050"/>
        </w:rPr>
        <w:t>ředčasné užívání.</w:t>
      </w:r>
    </w:p>
    <w:p w14:paraId="25969F32" w14:textId="77777777" w:rsidR="0065508C" w:rsidRPr="0074517C" w:rsidRDefault="0065508C" w:rsidP="0074517C">
      <w:pPr>
        <w:pStyle w:val="Textbezodsazen"/>
      </w:pPr>
    </w:p>
    <w:p w14:paraId="150CA481" w14:textId="77777777" w:rsidR="0065508C" w:rsidRPr="0074517C" w:rsidRDefault="0065508C" w:rsidP="0074517C">
      <w:pPr>
        <w:pStyle w:val="Textbezodsazen"/>
      </w:pPr>
    </w:p>
    <w:p w14:paraId="210F9825" w14:textId="77777777" w:rsidR="007D26F9" w:rsidRPr="00E12962" w:rsidRDefault="007D26F9" w:rsidP="00E12962">
      <w:pPr>
        <w:pStyle w:val="Textbezodsazen"/>
        <w:rPr>
          <w:rStyle w:val="Tun"/>
        </w:rPr>
      </w:pPr>
      <w:r w:rsidRPr="00E12962">
        <w:rPr>
          <w:rStyle w:val="Tun"/>
        </w:rPr>
        <w:t xml:space="preserve">Smluvní strany prohlašují, že si tuto </w:t>
      </w:r>
      <w:r w:rsidR="007068A9">
        <w:rPr>
          <w:rStyle w:val="Tun"/>
        </w:rPr>
        <w:t xml:space="preserve">Dohodu </w:t>
      </w:r>
      <w:r w:rsidRPr="00E12962">
        <w:rPr>
          <w:rStyle w:val="Tun"/>
        </w:rPr>
        <w:t>přečetly, že</w:t>
      </w:r>
      <w:r w:rsidR="006E7CEC" w:rsidRPr="00E12962">
        <w:rPr>
          <w:rStyle w:val="Tun"/>
        </w:rPr>
        <w:t xml:space="preserve"> s </w:t>
      </w:r>
      <w:r w:rsidRPr="00E12962">
        <w:rPr>
          <w:rStyle w:val="Tun"/>
        </w:rPr>
        <w:t>jejím obsahem souhlasí</w:t>
      </w:r>
      <w:r w:rsidR="006E7CEC" w:rsidRPr="00E12962">
        <w:rPr>
          <w:rStyle w:val="Tun"/>
        </w:rPr>
        <w:t xml:space="preserve"> a </w:t>
      </w:r>
      <w:r w:rsidRPr="00E12962">
        <w:rPr>
          <w:rStyle w:val="Tun"/>
        </w:rPr>
        <w:t>na důkaz toho</w:t>
      </w:r>
      <w:r w:rsidR="006E7CEC" w:rsidRPr="00E12962">
        <w:rPr>
          <w:rStyle w:val="Tun"/>
        </w:rPr>
        <w:t xml:space="preserve"> k </w:t>
      </w:r>
      <w:r w:rsidRPr="00E12962">
        <w:rPr>
          <w:rStyle w:val="Tun"/>
        </w:rPr>
        <w:t>ní připojují svoje podpisy.</w:t>
      </w:r>
    </w:p>
    <w:p w14:paraId="6E4C8E84" w14:textId="77777777" w:rsidR="00F422D3" w:rsidRPr="0093713E" w:rsidRDefault="00F422D3" w:rsidP="009F0867">
      <w:pPr>
        <w:pStyle w:val="Textbezodsazen"/>
      </w:pPr>
    </w:p>
    <w:p w14:paraId="0A045E4F" w14:textId="77777777" w:rsidR="00911AAA" w:rsidRPr="0093713E" w:rsidRDefault="00911AAA" w:rsidP="009F0867">
      <w:pPr>
        <w:pStyle w:val="Textbezodsazen"/>
      </w:pPr>
    </w:p>
    <w:p w14:paraId="64A2B604" w14:textId="77777777" w:rsidR="00F422D3" w:rsidRPr="0093713E" w:rsidRDefault="00F422D3" w:rsidP="009F0867">
      <w:pPr>
        <w:pStyle w:val="Textbezodsazen"/>
      </w:pPr>
    </w:p>
    <w:p w14:paraId="512DB5EE" w14:textId="58689CA1" w:rsidR="00F422D3" w:rsidRPr="0093713E" w:rsidRDefault="00F422D3" w:rsidP="009F0867">
      <w:pPr>
        <w:pStyle w:val="Textbezodsazen"/>
      </w:pPr>
      <w:r w:rsidRPr="0093713E">
        <w:t xml:space="preserve">V……………….. dne ……………. </w:t>
      </w:r>
      <w:r w:rsidRPr="0093713E">
        <w:tab/>
      </w:r>
      <w:r w:rsidRPr="0093713E">
        <w:tab/>
      </w:r>
      <w:r w:rsidRPr="0093713E">
        <w:tab/>
      </w:r>
      <w:r w:rsidRPr="0093713E">
        <w:tab/>
      </w:r>
      <w:r w:rsidR="009A6B05">
        <w:t xml:space="preserve">   </w:t>
      </w:r>
      <w:r w:rsidRPr="0093713E">
        <w:t>V…………………. dne ………..</w:t>
      </w:r>
    </w:p>
    <w:p w14:paraId="61A95CAD" w14:textId="77777777" w:rsidR="00F422D3" w:rsidRPr="0093713E" w:rsidRDefault="00F422D3" w:rsidP="009F0867">
      <w:pPr>
        <w:pStyle w:val="Textbezodsazen"/>
      </w:pPr>
    </w:p>
    <w:p w14:paraId="0F222EA2" w14:textId="62957C82" w:rsidR="002C025B" w:rsidRDefault="009A6B05" w:rsidP="0074517C">
      <w:pPr>
        <w:pStyle w:val="Textbezodsazen"/>
      </w:pPr>
      <w:r>
        <w:rPr>
          <w:highlight w:val="green"/>
        </w:rPr>
        <w:t xml:space="preserve">   </w:t>
      </w:r>
      <w:r w:rsidR="00A63D4A">
        <w:rPr>
          <w:highlight w:val="green"/>
        </w:rPr>
        <w:t>[</w:t>
      </w:r>
      <w:r w:rsidRPr="009A6B05">
        <w:rPr>
          <w:highlight w:val="green"/>
        </w:rPr>
        <w:t xml:space="preserve"> </w:t>
      </w:r>
      <w:r w:rsidRPr="001F537D">
        <w:rPr>
          <w:highlight w:val="green"/>
        </w:rPr>
        <w:t>VLOŽÍ OBJEDNATEL</w:t>
      </w:r>
      <w:r w:rsidR="00A63D4A">
        <w:rPr>
          <w:highlight w:val="green"/>
        </w:rPr>
        <w:t>]</w:t>
      </w:r>
      <w:r>
        <w:rPr>
          <w:highlight w:val="green"/>
        </w:rPr>
        <w:tab/>
      </w:r>
      <w:r>
        <w:t xml:space="preserve">                                     </w:t>
      </w:r>
      <w:r w:rsidRPr="001F537D">
        <w:t>[</w:t>
      </w:r>
      <w:r w:rsidRPr="001F537D">
        <w:rPr>
          <w:highlight w:val="yellow"/>
        </w:rPr>
        <w:t>VLOŽÍ ZHOTOVITEL</w:t>
      </w:r>
      <w:r w:rsidR="00A63D4A">
        <w:t>]</w:t>
      </w:r>
      <w:r w:rsidRPr="001F537D">
        <w:t xml:space="preserve"> </w:t>
      </w:r>
    </w:p>
    <w:p w14:paraId="31D204AC" w14:textId="77777777" w:rsidR="0074517C" w:rsidRDefault="0074517C" w:rsidP="0074517C">
      <w:pPr>
        <w:pStyle w:val="Textbezodsazen"/>
      </w:pPr>
    </w:p>
    <w:p w14:paraId="1F874455" w14:textId="77777777" w:rsidR="002C025B" w:rsidRDefault="002C025B" w:rsidP="00C8187D">
      <w:pPr>
        <w:sectPr w:rsidR="002C025B" w:rsidSect="0050154B">
          <w:footerReference w:type="even" r:id="rId11"/>
          <w:footerReference w:type="default" r:id="rId12"/>
          <w:headerReference w:type="first" r:id="rId13"/>
          <w:pgSz w:w="11906" w:h="16838" w:code="9"/>
          <w:pgMar w:top="1049" w:right="1588" w:bottom="1474" w:left="1588" w:header="595" w:footer="624" w:gutter="0"/>
          <w:pgNumType w:start="1"/>
          <w:cols w:space="708"/>
          <w:titlePg/>
          <w:docGrid w:linePitch="360"/>
        </w:sectPr>
      </w:pPr>
    </w:p>
    <w:p w14:paraId="0DB332F2" w14:textId="7E645639" w:rsidR="002C025B" w:rsidRPr="00C828AE" w:rsidRDefault="00C5743A" w:rsidP="00AD3380">
      <w:pPr>
        <w:pStyle w:val="Nadpisbezsl1-1"/>
        <w:outlineLvl w:val="0"/>
        <w:rPr>
          <w:i/>
          <w:color w:val="00B050"/>
        </w:rPr>
      </w:pPr>
      <w:r w:rsidRPr="00C828AE">
        <w:rPr>
          <w:i/>
          <w:color w:val="00B050"/>
        </w:rPr>
        <w:lastRenderedPageBreak/>
        <w:t>Příloha č. 1</w:t>
      </w:r>
    </w:p>
    <w:p w14:paraId="31E80734" w14:textId="77777777" w:rsidR="00C5743A" w:rsidRDefault="00C5743A" w:rsidP="00C5743A">
      <w:pPr>
        <w:pStyle w:val="Textbezodsazen"/>
      </w:pPr>
    </w:p>
    <w:p w14:paraId="0E687E8A" w14:textId="77777777" w:rsidR="00C5743A" w:rsidRDefault="00C5743A" w:rsidP="00C5743A">
      <w:pPr>
        <w:pStyle w:val="Textbezodsazen"/>
      </w:pPr>
    </w:p>
    <w:p w14:paraId="59CB3AF0" w14:textId="77777777" w:rsidR="00C5743A" w:rsidRDefault="00C5743A" w:rsidP="00C5743A">
      <w:pPr>
        <w:pStyle w:val="Textbezodsazen"/>
      </w:pPr>
    </w:p>
    <w:p w14:paraId="64A0FBFA" w14:textId="77777777" w:rsidR="00C5743A" w:rsidRDefault="00C5743A" w:rsidP="00C5743A">
      <w:pPr>
        <w:pStyle w:val="Textbezodsazen"/>
      </w:pPr>
    </w:p>
    <w:p w14:paraId="5777E755" w14:textId="77777777" w:rsidR="00C5743A" w:rsidRDefault="00C5743A" w:rsidP="00C5743A">
      <w:pPr>
        <w:pStyle w:val="Textbezodsazen"/>
        <w:sectPr w:rsidR="00C5743A" w:rsidSect="002D7D37">
          <w:headerReference w:type="default" r:id="rId14"/>
          <w:footerReference w:type="even" r:id="rId15"/>
          <w:footerReference w:type="default" r:id="rId16"/>
          <w:pgSz w:w="11906" w:h="16838" w:code="9"/>
          <w:pgMar w:top="1049" w:right="1588" w:bottom="1474" w:left="1588" w:header="595" w:footer="624" w:gutter="0"/>
          <w:pgNumType w:start="1"/>
          <w:cols w:space="708"/>
          <w:docGrid w:linePitch="360"/>
        </w:sectPr>
      </w:pPr>
    </w:p>
    <w:p w14:paraId="78679ABC" w14:textId="4CA0936B" w:rsidR="00C5743A" w:rsidRPr="00C828AE" w:rsidRDefault="00C5743A" w:rsidP="00AD3380">
      <w:pPr>
        <w:pStyle w:val="Nadpisbezsl1-1"/>
        <w:outlineLvl w:val="0"/>
        <w:rPr>
          <w:i/>
          <w:color w:val="00B050"/>
        </w:rPr>
      </w:pPr>
      <w:r w:rsidRPr="00C828AE">
        <w:rPr>
          <w:i/>
          <w:color w:val="00B050"/>
        </w:rPr>
        <w:lastRenderedPageBreak/>
        <w:t>Příloha č. 2</w:t>
      </w:r>
    </w:p>
    <w:p w14:paraId="2DF289E3" w14:textId="77777777" w:rsidR="00C5743A" w:rsidRDefault="00C5743A" w:rsidP="00C5743A">
      <w:pPr>
        <w:pStyle w:val="Textbezodsazen"/>
      </w:pPr>
    </w:p>
    <w:p w14:paraId="5AFCF123" w14:textId="77777777" w:rsidR="00C5743A" w:rsidRDefault="00C5743A" w:rsidP="00C5743A">
      <w:pPr>
        <w:pStyle w:val="Textbezodsazen"/>
      </w:pPr>
    </w:p>
    <w:p w14:paraId="34BBA927" w14:textId="77777777" w:rsidR="00C5743A" w:rsidRDefault="00C5743A" w:rsidP="00C5743A">
      <w:pPr>
        <w:pStyle w:val="Textbezodsazen"/>
      </w:pPr>
    </w:p>
    <w:p w14:paraId="1E55040D" w14:textId="77777777" w:rsidR="00C5743A" w:rsidRDefault="00C5743A" w:rsidP="00C5743A">
      <w:pPr>
        <w:pStyle w:val="Textbezodsazen"/>
      </w:pPr>
    </w:p>
    <w:p w14:paraId="3E893A1E" w14:textId="77777777" w:rsidR="00C5743A" w:rsidRPr="00C5743A" w:rsidRDefault="00C5743A" w:rsidP="00C5743A">
      <w:pPr>
        <w:pStyle w:val="Textbezodsazen"/>
      </w:pPr>
    </w:p>
    <w:sectPr w:rsidR="00C5743A" w:rsidRPr="00C5743A" w:rsidSect="002D7D37">
      <w:footerReference w:type="even" r:id="rId17"/>
      <w:footerReference w:type="default" r:id="rId18"/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03505A" w14:textId="77777777" w:rsidR="005E09E7" w:rsidRDefault="005E09E7" w:rsidP="00962258">
      <w:pPr>
        <w:spacing w:after="0" w:line="240" w:lineRule="auto"/>
      </w:pPr>
      <w:r>
        <w:separator/>
      </w:r>
    </w:p>
  </w:endnote>
  <w:endnote w:type="continuationSeparator" w:id="0">
    <w:p w14:paraId="55CCEB2F" w14:textId="77777777" w:rsidR="005E09E7" w:rsidRDefault="005E09E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2D7D37" w:rsidRPr="003462EB" w14:paraId="0257291A" w14:textId="77777777" w:rsidTr="00587CBE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31AAB26E" w14:textId="2A034918" w:rsidR="002D7D37" w:rsidRPr="00B8518B" w:rsidRDefault="002D7D37" w:rsidP="002C025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C0D6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</w:instrText>
          </w:r>
          <w:r w:rsidR="002C025B">
            <w:rPr>
              <w:rStyle w:val="slostrnky"/>
            </w:rPr>
            <w:instrText>section</w:instrText>
          </w:r>
          <w:r w:rsidRPr="00B8518B">
            <w:rPr>
              <w:rStyle w:val="slostrnky"/>
            </w:rPr>
            <w:instrText xml:space="preserve">PAGES   \* MERGEFORMAT </w:instrText>
          </w:r>
          <w:r w:rsidRPr="00B8518B">
            <w:rPr>
              <w:rStyle w:val="slostrnky"/>
            </w:rPr>
            <w:fldChar w:fldCharType="separate"/>
          </w:r>
          <w:r w:rsidR="00377E0F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7C8BED37" w14:textId="77777777" w:rsidR="00010A3D" w:rsidRDefault="00010A3D" w:rsidP="00113009">
          <w:pPr>
            <w:pStyle w:val="Zpatvlevo"/>
          </w:pPr>
          <w:r>
            <w:t xml:space="preserve">Dohoda o předčasném užívání části Díla </w:t>
          </w:r>
        </w:p>
        <w:p w14:paraId="1F184D38" w14:textId="4F066782" w:rsidR="002D7D37" w:rsidRPr="003462EB" w:rsidRDefault="0029102C" w:rsidP="00010A3D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377E0F">
            <w:rPr>
              <w:b/>
              <w:bCs/>
              <w:noProof/>
            </w:rPr>
            <w:t>Chyba! V dokumentu není žádný text v zadaném stylu.</w:t>
          </w:r>
          <w:r>
            <w:rPr>
              <w:noProof/>
            </w:rPr>
            <w:fldChar w:fldCharType="end"/>
          </w:r>
        </w:p>
      </w:tc>
    </w:tr>
  </w:tbl>
  <w:p w14:paraId="64D0700F" w14:textId="77777777" w:rsidR="002D7D37" w:rsidRPr="002D7D37" w:rsidRDefault="002D7D37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2D7D37" w:rsidRPr="009E09BE" w14:paraId="73DFAD0B" w14:textId="77777777" w:rsidTr="00587CBE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48B03867" w14:textId="77777777" w:rsidR="00010A3D" w:rsidRDefault="00010A3D" w:rsidP="00587CBE">
          <w:pPr>
            <w:pStyle w:val="Zpatvpravo"/>
          </w:pPr>
          <w:r>
            <w:t xml:space="preserve">Dohoda o předčasném užívání části Díla </w:t>
          </w:r>
        </w:p>
        <w:p w14:paraId="2B7093FF" w14:textId="5AA37D28" w:rsidR="002D7D37" w:rsidRPr="00B25AA3" w:rsidRDefault="0029102C" w:rsidP="00010A3D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377E0F">
            <w:rPr>
              <w:b/>
              <w:bCs/>
              <w:noProof/>
            </w:rPr>
            <w:t>Chyba! V dokumentu není žádný text v zadaném stylu.</w:t>
          </w:r>
          <w:r>
            <w:rPr>
              <w:noProof/>
            </w:rPr>
            <w:fldChar w:fldCharType="end"/>
          </w:r>
        </w:p>
      </w:tc>
      <w:tc>
        <w:tcPr>
          <w:tcW w:w="907" w:type="dxa"/>
          <w:vAlign w:val="bottom"/>
        </w:tcPr>
        <w:p w14:paraId="18EA698B" w14:textId="5FDD11D6" w:rsidR="002D7D37" w:rsidRPr="009E09BE" w:rsidRDefault="002D7D37" w:rsidP="00C5743A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C0D67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</w:instrText>
          </w:r>
          <w:r w:rsidR="00C5743A">
            <w:rPr>
              <w:rStyle w:val="slostrnky"/>
            </w:rPr>
            <w:instrText>section</w:instrText>
          </w:r>
          <w:r w:rsidRPr="00B8518B">
            <w:rPr>
              <w:rStyle w:val="slostrnky"/>
            </w:rPr>
            <w:instrText xml:space="preserve">PAGES   \* MERGEFORMAT </w:instrText>
          </w:r>
          <w:r w:rsidRPr="00B8518B">
            <w:rPr>
              <w:rStyle w:val="slostrnky"/>
            </w:rPr>
            <w:fldChar w:fldCharType="separate"/>
          </w:r>
          <w:r w:rsidR="00377E0F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</w:tr>
  </w:tbl>
  <w:p w14:paraId="66FE7DFF" w14:textId="77777777" w:rsidR="00E32B71" w:rsidRPr="00B8518B" w:rsidRDefault="00E32B71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5743A" w:rsidRPr="003462EB" w14:paraId="7018B3B5" w14:textId="77777777" w:rsidTr="00587CBE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3FF42D9E" w14:textId="77777777" w:rsidR="00C5743A" w:rsidRPr="00B8518B" w:rsidRDefault="00C5743A" w:rsidP="002C025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</w:instrText>
          </w:r>
          <w:r>
            <w:rPr>
              <w:rStyle w:val="slostrnky"/>
            </w:rPr>
            <w:instrText>section</w:instrText>
          </w:r>
          <w:r w:rsidRPr="00B8518B">
            <w:rPr>
              <w:rStyle w:val="slostrnky"/>
            </w:rPr>
            <w:instrText xml:space="preserve">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1C05D768" w14:textId="27257F3C" w:rsidR="00C5743A" w:rsidRDefault="00C5743A" w:rsidP="00113009">
          <w:pPr>
            <w:pStyle w:val="Zpatvlevo"/>
          </w:pPr>
          <w:r>
            <w:t>Příloha č. 1</w:t>
          </w:r>
        </w:p>
        <w:p w14:paraId="1586E722" w14:textId="77777777" w:rsidR="00C5743A" w:rsidRDefault="00C5743A" w:rsidP="00113009">
          <w:pPr>
            <w:pStyle w:val="Zpatvlevo"/>
          </w:pPr>
          <w:r>
            <w:t xml:space="preserve">Dohoda o předčasném užívání části Díla </w:t>
          </w:r>
        </w:p>
        <w:p w14:paraId="735DC9EE" w14:textId="77777777" w:rsidR="00C5743A" w:rsidRPr="003462EB" w:rsidRDefault="00C5743A" w:rsidP="00010A3D">
          <w:pPr>
            <w:pStyle w:val="Zpatvlevo"/>
          </w:pPr>
          <w:fldSimple w:instr=" STYLEREF  _Název_akce  \* MERGEFORMAT ">
            <w:r w:rsidRPr="00C5743A">
              <w:rPr>
                <w:b/>
                <w:bCs/>
                <w:noProof/>
              </w:rPr>
              <w:t>„</w:t>
            </w:r>
            <w:r>
              <w:rPr>
                <w:noProof/>
              </w:rPr>
              <w:t>Název akce“</w:t>
            </w:r>
          </w:fldSimple>
        </w:p>
      </w:tc>
    </w:tr>
  </w:tbl>
  <w:p w14:paraId="7EB31784" w14:textId="77777777" w:rsidR="00C5743A" w:rsidRPr="002D7D37" w:rsidRDefault="00C5743A">
    <w:pPr>
      <w:pStyle w:val="Zpat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5743A" w:rsidRPr="009E09BE" w14:paraId="00C03649" w14:textId="77777777" w:rsidTr="00587CBE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1F8B25F1" w14:textId="556C2C30" w:rsidR="00C5743A" w:rsidRDefault="00C5743A" w:rsidP="00587CBE">
          <w:pPr>
            <w:pStyle w:val="Zpatvpravo"/>
          </w:pPr>
          <w:r>
            <w:t xml:space="preserve">Příloha č. 1 </w:t>
          </w:r>
        </w:p>
        <w:p w14:paraId="5E5CEE42" w14:textId="383B48FF" w:rsidR="00C5743A" w:rsidRDefault="00C5743A" w:rsidP="00587CBE">
          <w:pPr>
            <w:pStyle w:val="Zpatvpravo"/>
          </w:pPr>
          <w:r>
            <w:t xml:space="preserve">Dohoda o předčasném užívání části Díla </w:t>
          </w:r>
        </w:p>
        <w:p w14:paraId="2E2D4A38" w14:textId="315DB7BD" w:rsidR="00C5743A" w:rsidRPr="00B25AA3" w:rsidRDefault="0029102C" w:rsidP="00010A3D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fldSimple w:instr=" STYLEREF  _Název_akce  \* MERGEFORMAT ">
            <w:r w:rsidR="00377E0F" w:rsidRPr="00377E0F">
              <w:rPr>
                <w:b/>
                <w:bCs/>
                <w:noProof/>
              </w:rPr>
              <w:t>„</w:t>
            </w:r>
            <w:r w:rsidR="00377E0F">
              <w:rPr>
                <w:noProof/>
              </w:rPr>
              <w:t>Název akce“</w:t>
            </w:r>
          </w:fldSimple>
        </w:p>
      </w:tc>
      <w:tc>
        <w:tcPr>
          <w:tcW w:w="907" w:type="dxa"/>
          <w:vAlign w:val="bottom"/>
        </w:tcPr>
        <w:p w14:paraId="1A8523EF" w14:textId="0F2D639E" w:rsidR="00C5743A" w:rsidRPr="009E09BE" w:rsidRDefault="00C5743A" w:rsidP="00C5743A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C0D6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</w:instrText>
          </w:r>
          <w:r>
            <w:rPr>
              <w:rStyle w:val="slostrnky"/>
            </w:rPr>
            <w:instrText>section</w:instrText>
          </w:r>
          <w:r w:rsidRPr="00B8518B">
            <w:rPr>
              <w:rStyle w:val="slostrnky"/>
            </w:rPr>
            <w:instrText xml:space="preserve">PAGES   \* MERGEFORMAT </w:instrText>
          </w:r>
          <w:r w:rsidRPr="00B8518B">
            <w:rPr>
              <w:rStyle w:val="slostrnky"/>
            </w:rPr>
            <w:fldChar w:fldCharType="separate"/>
          </w:r>
          <w:r w:rsidR="00377E0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</w:tr>
  </w:tbl>
  <w:p w14:paraId="68EF334F" w14:textId="77777777" w:rsidR="00C5743A" w:rsidRPr="00B8518B" w:rsidRDefault="00C5743A" w:rsidP="00B8518B">
    <w:pPr>
      <w:pStyle w:val="Zpat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5743A" w:rsidRPr="003462EB" w14:paraId="410E5972" w14:textId="77777777" w:rsidTr="00587CBE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29D201F4" w14:textId="77777777" w:rsidR="00C5743A" w:rsidRPr="00B8518B" w:rsidRDefault="00C5743A" w:rsidP="002C025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</w:instrText>
          </w:r>
          <w:r>
            <w:rPr>
              <w:rStyle w:val="slostrnky"/>
            </w:rPr>
            <w:instrText>section</w:instrText>
          </w:r>
          <w:r w:rsidRPr="00B8518B">
            <w:rPr>
              <w:rStyle w:val="slostrnky"/>
            </w:rPr>
            <w:instrText xml:space="preserve">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78A1BBCA" w14:textId="0F41AB5E" w:rsidR="00C5743A" w:rsidRDefault="00C5743A" w:rsidP="00113009">
          <w:pPr>
            <w:pStyle w:val="Zpatvlevo"/>
          </w:pPr>
          <w:r>
            <w:t>Příloha č. 2</w:t>
          </w:r>
        </w:p>
        <w:p w14:paraId="6FAE1F87" w14:textId="77777777" w:rsidR="00C5743A" w:rsidRDefault="00C5743A" w:rsidP="00113009">
          <w:pPr>
            <w:pStyle w:val="Zpatvlevo"/>
          </w:pPr>
          <w:r>
            <w:t xml:space="preserve">Dohoda o předčasném užívání části Díla </w:t>
          </w:r>
        </w:p>
        <w:p w14:paraId="05FC7482" w14:textId="77777777" w:rsidR="00C5743A" w:rsidRPr="003462EB" w:rsidRDefault="00C5743A" w:rsidP="00010A3D">
          <w:pPr>
            <w:pStyle w:val="Zpatvlevo"/>
          </w:pPr>
          <w:fldSimple w:instr=" STYLEREF  _Název_akce  \* MERGEFORMAT ">
            <w:r w:rsidRPr="00C5743A">
              <w:rPr>
                <w:b/>
                <w:bCs/>
                <w:noProof/>
              </w:rPr>
              <w:t>„</w:t>
            </w:r>
            <w:r>
              <w:rPr>
                <w:noProof/>
              </w:rPr>
              <w:t>Název akce“</w:t>
            </w:r>
          </w:fldSimple>
        </w:p>
      </w:tc>
    </w:tr>
  </w:tbl>
  <w:p w14:paraId="5E8A496C" w14:textId="77777777" w:rsidR="00C5743A" w:rsidRPr="002D7D37" w:rsidRDefault="00C5743A">
    <w:pPr>
      <w:pStyle w:val="Zpat"/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5743A" w:rsidRPr="009E09BE" w14:paraId="14048035" w14:textId="77777777" w:rsidTr="00587CBE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059E82CC" w14:textId="6CE8D6C9" w:rsidR="00C5743A" w:rsidRDefault="00C5743A" w:rsidP="00587CBE">
          <w:pPr>
            <w:pStyle w:val="Zpatvpravo"/>
          </w:pPr>
          <w:r>
            <w:t xml:space="preserve">Příloha č. 2 </w:t>
          </w:r>
        </w:p>
        <w:p w14:paraId="2D0C7C24" w14:textId="77777777" w:rsidR="00C5743A" w:rsidRDefault="00C5743A" w:rsidP="00587CBE">
          <w:pPr>
            <w:pStyle w:val="Zpatvpravo"/>
          </w:pPr>
          <w:r>
            <w:t xml:space="preserve">Dohoda o předčasném užívání části Díla </w:t>
          </w:r>
        </w:p>
        <w:p w14:paraId="5303351D" w14:textId="290E2AA6" w:rsidR="00C5743A" w:rsidRPr="00B25AA3" w:rsidRDefault="0029102C" w:rsidP="00010A3D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fldSimple w:instr=" STYLEREF  _Název_akce  \* MERGEFORMAT ">
            <w:r w:rsidR="00377E0F" w:rsidRPr="00377E0F">
              <w:rPr>
                <w:b/>
                <w:bCs/>
                <w:noProof/>
              </w:rPr>
              <w:t>„</w:t>
            </w:r>
            <w:r w:rsidR="00377E0F">
              <w:rPr>
                <w:noProof/>
              </w:rPr>
              <w:t>Název akce“</w:t>
            </w:r>
          </w:fldSimple>
        </w:p>
      </w:tc>
      <w:tc>
        <w:tcPr>
          <w:tcW w:w="907" w:type="dxa"/>
          <w:vAlign w:val="bottom"/>
        </w:tcPr>
        <w:p w14:paraId="3D1970AD" w14:textId="17CBF165" w:rsidR="00C5743A" w:rsidRPr="009E09BE" w:rsidRDefault="00C5743A" w:rsidP="00C5743A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C0D6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</w:instrText>
          </w:r>
          <w:r>
            <w:rPr>
              <w:rStyle w:val="slostrnky"/>
            </w:rPr>
            <w:instrText>section</w:instrText>
          </w:r>
          <w:r w:rsidRPr="00B8518B">
            <w:rPr>
              <w:rStyle w:val="slostrnky"/>
            </w:rPr>
            <w:instrText xml:space="preserve">PAGES   \* MERGEFORMAT </w:instrText>
          </w:r>
          <w:r w:rsidRPr="00B8518B">
            <w:rPr>
              <w:rStyle w:val="slostrnky"/>
            </w:rPr>
            <w:fldChar w:fldCharType="separate"/>
          </w:r>
          <w:r w:rsidR="00377E0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BB71F30" w14:textId="77777777" w:rsidR="00C5743A" w:rsidRPr="00B8518B" w:rsidRDefault="00C5743A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F63E51" w14:textId="77777777" w:rsidR="005E09E7" w:rsidRDefault="005E09E7" w:rsidP="00962258">
      <w:pPr>
        <w:spacing w:after="0" w:line="240" w:lineRule="auto"/>
      </w:pPr>
      <w:r>
        <w:separator/>
      </w:r>
    </w:p>
  </w:footnote>
  <w:footnote w:type="continuationSeparator" w:id="0">
    <w:p w14:paraId="4C4EAAF6" w14:textId="77777777" w:rsidR="005E09E7" w:rsidRDefault="005E09E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E32B71" w14:paraId="0447D417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938548A" w14:textId="77777777" w:rsidR="00E32B71" w:rsidRPr="00B8518B" w:rsidRDefault="00E32B7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10FF63F" w14:textId="4A02A9F4" w:rsidR="00E32B71" w:rsidRDefault="00AF434A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633ECA3C" wp14:editId="2DD74F1A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C6686A1" w14:textId="77777777" w:rsidR="00E32B71" w:rsidRPr="00D6163D" w:rsidRDefault="00E32B71" w:rsidP="00FC6389">
          <w:pPr>
            <w:pStyle w:val="Druhdokumentu"/>
          </w:pPr>
        </w:p>
      </w:tc>
    </w:tr>
    <w:tr w:rsidR="00E32B71" w14:paraId="2A4626F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2A024BC" w14:textId="77777777" w:rsidR="00E32B71" w:rsidRPr="00B8518B" w:rsidRDefault="00E32B7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AE2AD8" w14:textId="77777777" w:rsidR="00E32B71" w:rsidRDefault="00E32B71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8AE858D" w14:textId="77777777" w:rsidR="00E32B71" w:rsidRPr="00D6163D" w:rsidRDefault="00E32B71" w:rsidP="00FC6389">
          <w:pPr>
            <w:pStyle w:val="Druhdokumentu"/>
          </w:pPr>
        </w:p>
      </w:tc>
    </w:tr>
  </w:tbl>
  <w:p w14:paraId="6051F380" w14:textId="77777777" w:rsidR="00E32B71" w:rsidRPr="00D6163D" w:rsidRDefault="00E32B71" w:rsidP="00FC6389">
    <w:pPr>
      <w:pStyle w:val="Zhlav"/>
      <w:rPr>
        <w:sz w:val="8"/>
        <w:szCs w:val="8"/>
      </w:rPr>
    </w:pPr>
  </w:p>
  <w:p w14:paraId="42F7558F" w14:textId="77777777" w:rsidR="00E32B71" w:rsidRPr="00460660" w:rsidRDefault="00E32B71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F72CF" w14:textId="77777777" w:rsidR="00C5743A" w:rsidRDefault="00C5743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67F23D4A"/>
    <w:name w:val="WW8Num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 w15:restartNumberingAfterBreak="0">
    <w:nsid w:val="00000005"/>
    <w:multiLevelType w:val="singleLevel"/>
    <w:tmpl w:val="00000005"/>
    <w:name w:val="WW8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7"/>
    <w:multiLevelType w:val="singleLevel"/>
    <w:tmpl w:val="C3506C68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3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130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150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170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90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210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230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250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270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90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070991"/>
    <w:multiLevelType w:val="multilevel"/>
    <w:tmpl w:val="A2A65F32"/>
    <w:lvl w:ilvl="0">
      <w:start w:val="1"/>
      <w:numFmt w:val="decimal"/>
      <w:pStyle w:val="slovanseznam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strike w:val="0"/>
        <w:color w:val="auto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2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2928051">
    <w:abstractNumId w:val="6"/>
  </w:num>
  <w:num w:numId="2" w16cid:durableId="1818372770">
    <w:abstractNumId w:val="4"/>
  </w:num>
  <w:num w:numId="3" w16cid:durableId="1978610515">
    <w:abstractNumId w:val="11"/>
  </w:num>
  <w:num w:numId="4" w16cid:durableId="567620258">
    <w:abstractNumId w:val="7"/>
  </w:num>
  <w:num w:numId="5" w16cid:durableId="214632784">
    <w:abstractNumId w:val="8"/>
  </w:num>
  <w:num w:numId="6" w16cid:durableId="1627853337">
    <w:abstractNumId w:val="9"/>
  </w:num>
  <w:num w:numId="7" w16cid:durableId="1729919055">
    <w:abstractNumId w:val="10"/>
  </w:num>
  <w:num w:numId="8" w16cid:durableId="1048334010">
    <w:abstractNumId w:val="3"/>
  </w:num>
  <w:num w:numId="9" w16cid:durableId="263072890">
    <w:abstractNumId w:val="5"/>
  </w:num>
  <w:num w:numId="10" w16cid:durableId="1027489813">
    <w:abstractNumId w:val="12"/>
  </w:num>
  <w:num w:numId="11" w16cid:durableId="5770581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2D3"/>
    <w:rsid w:val="00005DFE"/>
    <w:rsid w:val="00010A3D"/>
    <w:rsid w:val="00017F3C"/>
    <w:rsid w:val="00023D75"/>
    <w:rsid w:val="00026F3D"/>
    <w:rsid w:val="00041EC8"/>
    <w:rsid w:val="00043CD3"/>
    <w:rsid w:val="0006588D"/>
    <w:rsid w:val="00067A5E"/>
    <w:rsid w:val="000719BB"/>
    <w:rsid w:val="00072A65"/>
    <w:rsid w:val="00072C1E"/>
    <w:rsid w:val="00075BCB"/>
    <w:rsid w:val="00084C57"/>
    <w:rsid w:val="000A67FF"/>
    <w:rsid w:val="000B4EB8"/>
    <w:rsid w:val="000C41F2"/>
    <w:rsid w:val="000D22C4"/>
    <w:rsid w:val="000D27D1"/>
    <w:rsid w:val="000E1A7F"/>
    <w:rsid w:val="000F7E5F"/>
    <w:rsid w:val="00106CD8"/>
    <w:rsid w:val="00112864"/>
    <w:rsid w:val="00113009"/>
    <w:rsid w:val="00114472"/>
    <w:rsid w:val="00114988"/>
    <w:rsid w:val="00115069"/>
    <w:rsid w:val="001150F2"/>
    <w:rsid w:val="0012042F"/>
    <w:rsid w:val="00121CFC"/>
    <w:rsid w:val="00143EC0"/>
    <w:rsid w:val="00154711"/>
    <w:rsid w:val="00160DA1"/>
    <w:rsid w:val="001656A2"/>
    <w:rsid w:val="00165977"/>
    <w:rsid w:val="00166FF0"/>
    <w:rsid w:val="00170EC5"/>
    <w:rsid w:val="00170EC8"/>
    <w:rsid w:val="001747C1"/>
    <w:rsid w:val="00177D6B"/>
    <w:rsid w:val="00187660"/>
    <w:rsid w:val="00191F90"/>
    <w:rsid w:val="001A11B0"/>
    <w:rsid w:val="001B3DA3"/>
    <w:rsid w:val="001B4E74"/>
    <w:rsid w:val="001C5817"/>
    <w:rsid w:val="001C645F"/>
    <w:rsid w:val="001E678E"/>
    <w:rsid w:val="001F518E"/>
    <w:rsid w:val="001F537D"/>
    <w:rsid w:val="002038D5"/>
    <w:rsid w:val="002071BB"/>
    <w:rsid w:val="00207DF5"/>
    <w:rsid w:val="00210451"/>
    <w:rsid w:val="002111CD"/>
    <w:rsid w:val="00225027"/>
    <w:rsid w:val="002254A3"/>
    <w:rsid w:val="00225674"/>
    <w:rsid w:val="00227945"/>
    <w:rsid w:val="00240B81"/>
    <w:rsid w:val="00242E71"/>
    <w:rsid w:val="002469E8"/>
    <w:rsid w:val="00247D01"/>
    <w:rsid w:val="00253416"/>
    <w:rsid w:val="00255B10"/>
    <w:rsid w:val="00260F1D"/>
    <w:rsid w:val="00261A5B"/>
    <w:rsid w:val="00262E5B"/>
    <w:rsid w:val="002702B7"/>
    <w:rsid w:val="00276AFE"/>
    <w:rsid w:val="0029102C"/>
    <w:rsid w:val="0029165B"/>
    <w:rsid w:val="002A37C1"/>
    <w:rsid w:val="002A3B57"/>
    <w:rsid w:val="002C025B"/>
    <w:rsid w:val="002C31BF"/>
    <w:rsid w:val="002D7D37"/>
    <w:rsid w:val="002D7FD6"/>
    <w:rsid w:val="002E0CD7"/>
    <w:rsid w:val="002E0CFB"/>
    <w:rsid w:val="002E56DC"/>
    <w:rsid w:val="002E5C7B"/>
    <w:rsid w:val="002F4333"/>
    <w:rsid w:val="0030003A"/>
    <w:rsid w:val="003032FF"/>
    <w:rsid w:val="00327EEF"/>
    <w:rsid w:val="0033239F"/>
    <w:rsid w:val="0034274B"/>
    <w:rsid w:val="00342DC7"/>
    <w:rsid w:val="0034719F"/>
    <w:rsid w:val="00350A35"/>
    <w:rsid w:val="003571D8"/>
    <w:rsid w:val="00357BC6"/>
    <w:rsid w:val="00361422"/>
    <w:rsid w:val="003745EC"/>
    <w:rsid w:val="0037545D"/>
    <w:rsid w:val="00377E0F"/>
    <w:rsid w:val="00380D77"/>
    <w:rsid w:val="00392910"/>
    <w:rsid w:val="00392EB6"/>
    <w:rsid w:val="003956C6"/>
    <w:rsid w:val="003B14EB"/>
    <w:rsid w:val="003B23D6"/>
    <w:rsid w:val="003C33F2"/>
    <w:rsid w:val="003D21F0"/>
    <w:rsid w:val="003D756E"/>
    <w:rsid w:val="003E2154"/>
    <w:rsid w:val="003E420D"/>
    <w:rsid w:val="003E429C"/>
    <w:rsid w:val="003E4C13"/>
    <w:rsid w:val="004078F3"/>
    <w:rsid w:val="004160CB"/>
    <w:rsid w:val="00420FE4"/>
    <w:rsid w:val="00424710"/>
    <w:rsid w:val="00427794"/>
    <w:rsid w:val="004328E4"/>
    <w:rsid w:val="004413DC"/>
    <w:rsid w:val="00450F07"/>
    <w:rsid w:val="00453CD3"/>
    <w:rsid w:val="00460660"/>
    <w:rsid w:val="00464BA9"/>
    <w:rsid w:val="00483969"/>
    <w:rsid w:val="00486107"/>
    <w:rsid w:val="00491827"/>
    <w:rsid w:val="00497A7E"/>
    <w:rsid w:val="004A08C2"/>
    <w:rsid w:val="004A7653"/>
    <w:rsid w:val="004C0D21"/>
    <w:rsid w:val="004C2CFD"/>
    <w:rsid w:val="004C4399"/>
    <w:rsid w:val="004C787C"/>
    <w:rsid w:val="004D09FB"/>
    <w:rsid w:val="004E447B"/>
    <w:rsid w:val="004E6233"/>
    <w:rsid w:val="004E7A1F"/>
    <w:rsid w:val="004F4B9B"/>
    <w:rsid w:val="0050154B"/>
    <w:rsid w:val="00502690"/>
    <w:rsid w:val="00502E9E"/>
    <w:rsid w:val="0050666E"/>
    <w:rsid w:val="00511AB9"/>
    <w:rsid w:val="005161F1"/>
    <w:rsid w:val="00522A8D"/>
    <w:rsid w:val="00523BB5"/>
    <w:rsid w:val="00523EA7"/>
    <w:rsid w:val="005406EB"/>
    <w:rsid w:val="00544816"/>
    <w:rsid w:val="00553375"/>
    <w:rsid w:val="00555884"/>
    <w:rsid w:val="005736B7"/>
    <w:rsid w:val="00575E5A"/>
    <w:rsid w:val="00580245"/>
    <w:rsid w:val="00582A82"/>
    <w:rsid w:val="00584AB3"/>
    <w:rsid w:val="005A1F44"/>
    <w:rsid w:val="005D3C39"/>
    <w:rsid w:val="005D6794"/>
    <w:rsid w:val="005E09E7"/>
    <w:rsid w:val="005E6826"/>
    <w:rsid w:val="005E7125"/>
    <w:rsid w:val="005F25CC"/>
    <w:rsid w:val="00600ECE"/>
    <w:rsid w:val="00601A8C"/>
    <w:rsid w:val="00605D0F"/>
    <w:rsid w:val="0061068E"/>
    <w:rsid w:val="006115D3"/>
    <w:rsid w:val="00611685"/>
    <w:rsid w:val="00642344"/>
    <w:rsid w:val="00645504"/>
    <w:rsid w:val="0064753F"/>
    <w:rsid w:val="00647C5A"/>
    <w:rsid w:val="0065508C"/>
    <w:rsid w:val="0065610E"/>
    <w:rsid w:val="00660AD3"/>
    <w:rsid w:val="006776B6"/>
    <w:rsid w:val="00693150"/>
    <w:rsid w:val="006A5570"/>
    <w:rsid w:val="006A689C"/>
    <w:rsid w:val="006B3C45"/>
    <w:rsid w:val="006B3D79"/>
    <w:rsid w:val="006B6FE4"/>
    <w:rsid w:val="006C2343"/>
    <w:rsid w:val="006C442A"/>
    <w:rsid w:val="006D7BBE"/>
    <w:rsid w:val="006E0578"/>
    <w:rsid w:val="006E314D"/>
    <w:rsid w:val="006E7CEC"/>
    <w:rsid w:val="00704D1E"/>
    <w:rsid w:val="007068A9"/>
    <w:rsid w:val="00710723"/>
    <w:rsid w:val="007145F3"/>
    <w:rsid w:val="007229A9"/>
    <w:rsid w:val="00723ED1"/>
    <w:rsid w:val="007344FB"/>
    <w:rsid w:val="00737863"/>
    <w:rsid w:val="00740AF5"/>
    <w:rsid w:val="00743525"/>
    <w:rsid w:val="0074517C"/>
    <w:rsid w:val="007470DC"/>
    <w:rsid w:val="007541A2"/>
    <w:rsid w:val="00755818"/>
    <w:rsid w:val="007616C2"/>
    <w:rsid w:val="007623AD"/>
    <w:rsid w:val="0076286B"/>
    <w:rsid w:val="00766846"/>
    <w:rsid w:val="00770C7F"/>
    <w:rsid w:val="0077673A"/>
    <w:rsid w:val="00780051"/>
    <w:rsid w:val="007846E1"/>
    <w:rsid w:val="007847D6"/>
    <w:rsid w:val="007A1338"/>
    <w:rsid w:val="007A5172"/>
    <w:rsid w:val="007A67A0"/>
    <w:rsid w:val="007B570C"/>
    <w:rsid w:val="007C011C"/>
    <w:rsid w:val="007C5289"/>
    <w:rsid w:val="007D26F9"/>
    <w:rsid w:val="007E4A6E"/>
    <w:rsid w:val="007E4D3E"/>
    <w:rsid w:val="007F56A7"/>
    <w:rsid w:val="00800851"/>
    <w:rsid w:val="0080358D"/>
    <w:rsid w:val="00807DD0"/>
    <w:rsid w:val="008156D5"/>
    <w:rsid w:val="00821D01"/>
    <w:rsid w:val="00826B7B"/>
    <w:rsid w:val="00846789"/>
    <w:rsid w:val="0086183B"/>
    <w:rsid w:val="00866994"/>
    <w:rsid w:val="0087289D"/>
    <w:rsid w:val="0088299B"/>
    <w:rsid w:val="00883098"/>
    <w:rsid w:val="00884415"/>
    <w:rsid w:val="008924DA"/>
    <w:rsid w:val="00895FD6"/>
    <w:rsid w:val="008A3568"/>
    <w:rsid w:val="008A429E"/>
    <w:rsid w:val="008B27F5"/>
    <w:rsid w:val="008B48D3"/>
    <w:rsid w:val="008C50F3"/>
    <w:rsid w:val="008C5883"/>
    <w:rsid w:val="008C7EFE"/>
    <w:rsid w:val="008D03B9"/>
    <w:rsid w:val="008D30C7"/>
    <w:rsid w:val="008E313E"/>
    <w:rsid w:val="008F18D6"/>
    <w:rsid w:val="008F2C9B"/>
    <w:rsid w:val="008F7242"/>
    <w:rsid w:val="008F797B"/>
    <w:rsid w:val="00901040"/>
    <w:rsid w:val="00904780"/>
    <w:rsid w:val="0090635B"/>
    <w:rsid w:val="00911AAA"/>
    <w:rsid w:val="00922385"/>
    <w:rsid w:val="009223DF"/>
    <w:rsid w:val="00936091"/>
    <w:rsid w:val="0093713E"/>
    <w:rsid w:val="00940D8A"/>
    <w:rsid w:val="00943F2F"/>
    <w:rsid w:val="00951EF6"/>
    <w:rsid w:val="00961D34"/>
    <w:rsid w:val="00962258"/>
    <w:rsid w:val="009678B7"/>
    <w:rsid w:val="00971406"/>
    <w:rsid w:val="00992D9C"/>
    <w:rsid w:val="00996CB8"/>
    <w:rsid w:val="009A6B05"/>
    <w:rsid w:val="009A711E"/>
    <w:rsid w:val="009B2E97"/>
    <w:rsid w:val="009B4201"/>
    <w:rsid w:val="009B5146"/>
    <w:rsid w:val="009C418E"/>
    <w:rsid w:val="009C442C"/>
    <w:rsid w:val="009E07F4"/>
    <w:rsid w:val="009E68C4"/>
    <w:rsid w:val="009F0867"/>
    <w:rsid w:val="009F309B"/>
    <w:rsid w:val="009F392E"/>
    <w:rsid w:val="009F53C5"/>
    <w:rsid w:val="009F638B"/>
    <w:rsid w:val="00A045DF"/>
    <w:rsid w:val="00A0740E"/>
    <w:rsid w:val="00A1411D"/>
    <w:rsid w:val="00A21A01"/>
    <w:rsid w:val="00A42EF7"/>
    <w:rsid w:val="00A50641"/>
    <w:rsid w:val="00A51D24"/>
    <w:rsid w:val="00A530BF"/>
    <w:rsid w:val="00A6177B"/>
    <w:rsid w:val="00A63D4A"/>
    <w:rsid w:val="00A66136"/>
    <w:rsid w:val="00A71189"/>
    <w:rsid w:val="00A72477"/>
    <w:rsid w:val="00A7364A"/>
    <w:rsid w:val="00A74DCC"/>
    <w:rsid w:val="00A753ED"/>
    <w:rsid w:val="00A77512"/>
    <w:rsid w:val="00A83A54"/>
    <w:rsid w:val="00A876E2"/>
    <w:rsid w:val="00A94C2F"/>
    <w:rsid w:val="00AA13A2"/>
    <w:rsid w:val="00AA4CBB"/>
    <w:rsid w:val="00AA65FA"/>
    <w:rsid w:val="00AA7351"/>
    <w:rsid w:val="00AA7AB8"/>
    <w:rsid w:val="00AB5342"/>
    <w:rsid w:val="00AC0D67"/>
    <w:rsid w:val="00AD056F"/>
    <w:rsid w:val="00AD0C7B"/>
    <w:rsid w:val="00AD272A"/>
    <w:rsid w:val="00AD3380"/>
    <w:rsid w:val="00AD57AF"/>
    <w:rsid w:val="00AD5F1A"/>
    <w:rsid w:val="00AD6731"/>
    <w:rsid w:val="00AE4B52"/>
    <w:rsid w:val="00AF434A"/>
    <w:rsid w:val="00B008D5"/>
    <w:rsid w:val="00B02F73"/>
    <w:rsid w:val="00B05B31"/>
    <w:rsid w:val="00B0619F"/>
    <w:rsid w:val="00B13A26"/>
    <w:rsid w:val="00B15D0D"/>
    <w:rsid w:val="00B22106"/>
    <w:rsid w:val="00B41CFD"/>
    <w:rsid w:val="00B42F40"/>
    <w:rsid w:val="00B5431A"/>
    <w:rsid w:val="00B75EE1"/>
    <w:rsid w:val="00B77481"/>
    <w:rsid w:val="00B84183"/>
    <w:rsid w:val="00B8518B"/>
    <w:rsid w:val="00B97CC3"/>
    <w:rsid w:val="00BC06C4"/>
    <w:rsid w:val="00BC5BDD"/>
    <w:rsid w:val="00BD5DE9"/>
    <w:rsid w:val="00BD7E91"/>
    <w:rsid w:val="00BD7F0D"/>
    <w:rsid w:val="00C02D0A"/>
    <w:rsid w:val="00C03A6E"/>
    <w:rsid w:val="00C1034D"/>
    <w:rsid w:val="00C12349"/>
    <w:rsid w:val="00C226C0"/>
    <w:rsid w:val="00C42FE6"/>
    <w:rsid w:val="00C44F6A"/>
    <w:rsid w:val="00C5743A"/>
    <w:rsid w:val="00C60E19"/>
    <w:rsid w:val="00C6198E"/>
    <w:rsid w:val="00C708EA"/>
    <w:rsid w:val="00C736E9"/>
    <w:rsid w:val="00C778A5"/>
    <w:rsid w:val="00C8187D"/>
    <w:rsid w:val="00C828AE"/>
    <w:rsid w:val="00C95162"/>
    <w:rsid w:val="00CA6FA5"/>
    <w:rsid w:val="00CB4F6D"/>
    <w:rsid w:val="00CB6A37"/>
    <w:rsid w:val="00CB7684"/>
    <w:rsid w:val="00CC2D46"/>
    <w:rsid w:val="00CC4EA8"/>
    <w:rsid w:val="00CC6517"/>
    <w:rsid w:val="00CC7C8F"/>
    <w:rsid w:val="00CD1FC4"/>
    <w:rsid w:val="00CE4281"/>
    <w:rsid w:val="00CE49BB"/>
    <w:rsid w:val="00CF6AF5"/>
    <w:rsid w:val="00D034A0"/>
    <w:rsid w:val="00D21061"/>
    <w:rsid w:val="00D4108E"/>
    <w:rsid w:val="00D4328E"/>
    <w:rsid w:val="00D6163D"/>
    <w:rsid w:val="00D671E8"/>
    <w:rsid w:val="00D80C70"/>
    <w:rsid w:val="00D831A3"/>
    <w:rsid w:val="00D97BE3"/>
    <w:rsid w:val="00DA3711"/>
    <w:rsid w:val="00DC2D5A"/>
    <w:rsid w:val="00DC3655"/>
    <w:rsid w:val="00DD46F3"/>
    <w:rsid w:val="00DE56F2"/>
    <w:rsid w:val="00DF116D"/>
    <w:rsid w:val="00E05605"/>
    <w:rsid w:val="00E11F03"/>
    <w:rsid w:val="00E12962"/>
    <w:rsid w:val="00E16FF7"/>
    <w:rsid w:val="00E26D68"/>
    <w:rsid w:val="00E32B71"/>
    <w:rsid w:val="00E44045"/>
    <w:rsid w:val="00E618C4"/>
    <w:rsid w:val="00E7415D"/>
    <w:rsid w:val="00E878EE"/>
    <w:rsid w:val="00E901A3"/>
    <w:rsid w:val="00EA53D4"/>
    <w:rsid w:val="00EA585B"/>
    <w:rsid w:val="00EA6EC7"/>
    <w:rsid w:val="00EB104F"/>
    <w:rsid w:val="00EB46E5"/>
    <w:rsid w:val="00EC1FC4"/>
    <w:rsid w:val="00ED14BD"/>
    <w:rsid w:val="00ED4570"/>
    <w:rsid w:val="00ED7300"/>
    <w:rsid w:val="00EF51ED"/>
    <w:rsid w:val="00EF64A4"/>
    <w:rsid w:val="00EF74B4"/>
    <w:rsid w:val="00F016C7"/>
    <w:rsid w:val="00F10E41"/>
    <w:rsid w:val="00F12DEC"/>
    <w:rsid w:val="00F1715C"/>
    <w:rsid w:val="00F21E6B"/>
    <w:rsid w:val="00F235A5"/>
    <w:rsid w:val="00F2604B"/>
    <w:rsid w:val="00F310F8"/>
    <w:rsid w:val="00F31E58"/>
    <w:rsid w:val="00F35939"/>
    <w:rsid w:val="00F35A90"/>
    <w:rsid w:val="00F422D3"/>
    <w:rsid w:val="00F45607"/>
    <w:rsid w:val="00F4722B"/>
    <w:rsid w:val="00F54432"/>
    <w:rsid w:val="00F60B3B"/>
    <w:rsid w:val="00F659EB"/>
    <w:rsid w:val="00F6772E"/>
    <w:rsid w:val="00F71061"/>
    <w:rsid w:val="00F762A8"/>
    <w:rsid w:val="00F86BA6"/>
    <w:rsid w:val="00F95FBD"/>
    <w:rsid w:val="00FB6342"/>
    <w:rsid w:val="00FC6389"/>
    <w:rsid w:val="00FE500D"/>
    <w:rsid w:val="00FE5032"/>
    <w:rsid w:val="00FE6AEC"/>
    <w:rsid w:val="00FF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D4074D6"/>
  <w15:docId w15:val="{64F6A2AB-B286-4C0E-9F1B-723B9C567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434A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F434A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F434A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F434A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F434A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F434A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F434A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F434A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F434A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F434A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F43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F434A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F434A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F434A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F434A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F434A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F434A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F434A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F434A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F434A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F434A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F434A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F434A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F434A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F434A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F434A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F434A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F434A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F434A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F434A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F434A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F434A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2038D5"/>
    <w:pPr>
      <w:keepNext/>
      <w:keepLines/>
      <w:pBdr>
        <w:top w:val="single" w:sz="12" w:space="3" w:color="00A1E0" w:themeColor="accent3"/>
      </w:pBdr>
      <w:suppressAutoHyphens/>
      <w:spacing w:after="60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9F0867"/>
    <w:pPr>
      <w:numPr>
        <w:numId w:val="3"/>
      </w:numPr>
      <w:spacing w:before="60" w:after="60"/>
      <w:jc w:val="both"/>
    </w:pPr>
  </w:style>
  <w:style w:type="paragraph" w:styleId="slovanseznam2">
    <w:name w:val="List Number 2"/>
    <w:basedOn w:val="slovanseznam"/>
    <w:uiPriority w:val="28"/>
    <w:unhideWhenUsed/>
    <w:rsid w:val="009F0867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600ECE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F434A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F434A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F434A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F434A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F434A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F434A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F434A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F434A"/>
    <w:rPr>
      <w:rFonts w:ascii="Verdana" w:hAnsi="Verdana"/>
      <w:b/>
      <w:caps w:val="0"/>
      <w:sz w:val="20"/>
    </w:rPr>
  </w:style>
  <w:style w:type="paragraph" w:customStyle="1" w:styleId="Titul2">
    <w:name w:val="_Titul_2"/>
    <w:basedOn w:val="Normln"/>
    <w:qFormat/>
    <w:rsid w:val="00AF434A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F434A"/>
    <w:rPr>
      <w:rFonts w:ascii="Verdana" w:hAnsi="Verdana"/>
    </w:rPr>
  </w:style>
  <w:style w:type="paragraph" w:customStyle="1" w:styleId="Titul1">
    <w:name w:val="_Titul_1"/>
    <w:basedOn w:val="Normln"/>
    <w:qFormat/>
    <w:rsid w:val="00AF434A"/>
    <w:pPr>
      <w:spacing w:after="240" w:line="264" w:lineRule="auto"/>
    </w:pPr>
    <w:rPr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AF434A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F434A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F434A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F434A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F434A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F434A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F434A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F434A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F434A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F434A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F434A"/>
    <w:rPr>
      <w:rFonts w:ascii="Verdana" w:hAnsi="Verdana"/>
    </w:rPr>
  </w:style>
  <w:style w:type="paragraph" w:customStyle="1" w:styleId="Odrka1-2-">
    <w:name w:val="_Odrážka_1-2_-"/>
    <w:basedOn w:val="Odrka1-1"/>
    <w:qFormat/>
    <w:rsid w:val="00AF434A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F434A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F434A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F434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F434A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F434A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CC4EA8"/>
    <w:pPr>
      <w:jc w:val="right"/>
    </w:pPr>
  </w:style>
  <w:style w:type="character" w:customStyle="1" w:styleId="Tun">
    <w:name w:val="_Tučně"/>
    <w:basedOn w:val="Standardnpsmoodstavce"/>
    <w:qFormat/>
    <w:rsid w:val="00AF434A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F434A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F434A"/>
    <w:rPr>
      <w:rFonts w:ascii="Verdana" w:hAnsi="Verdana"/>
    </w:rPr>
  </w:style>
  <w:style w:type="paragraph" w:customStyle="1" w:styleId="Zkratky1">
    <w:name w:val="_Zkratky_1"/>
    <w:basedOn w:val="Normln"/>
    <w:qFormat/>
    <w:rsid w:val="00AF434A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F434A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paragraph" w:customStyle="1" w:styleId="Nadpisbezsl1-1">
    <w:name w:val="_Nadpis_bez_čísl_1-1"/>
    <w:next w:val="Nadpisbezsl1-2"/>
    <w:qFormat/>
    <w:rsid w:val="00AF434A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F434A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F434A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F434A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F434A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F434A"/>
    <w:rPr>
      <w:rFonts w:ascii="Verdana" w:hAnsi="Verdana"/>
    </w:rPr>
  </w:style>
  <w:style w:type="character" w:customStyle="1" w:styleId="Tun-ZRUIT">
    <w:name w:val="_Tučně-ZRUŠIT"/>
    <w:basedOn w:val="Standardnpsmoodstavce"/>
    <w:qFormat/>
    <w:rsid w:val="00AF434A"/>
    <w:rPr>
      <w:b w:val="0"/>
      <w:i w:val="0"/>
    </w:rPr>
  </w:style>
  <w:style w:type="paragraph" w:customStyle="1" w:styleId="Zkratky2">
    <w:name w:val="_Zkratky_2"/>
    <w:basedOn w:val="Normln"/>
    <w:qFormat/>
    <w:rsid w:val="00AF434A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AF434A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F434A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F434A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AF434A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F434A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F434A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F434A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F434A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F434A"/>
    <w:rPr>
      <w:rFonts w:ascii="Verdana" w:hAnsi="Verdana"/>
    </w:rPr>
  </w:style>
  <w:style w:type="paragraph" w:customStyle="1" w:styleId="Zpatvpravo">
    <w:name w:val="_Zápatí_vpravo"/>
    <w:basedOn w:val="Zpat"/>
    <w:qFormat/>
    <w:rsid w:val="00AF434A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F434A"/>
    <w:pPr>
      <w:jc w:val="left"/>
    </w:pPr>
  </w:style>
  <w:style w:type="character" w:customStyle="1" w:styleId="Znaka">
    <w:name w:val="_Značka"/>
    <w:basedOn w:val="Standardnpsmoodstavce"/>
    <w:rsid w:val="00AF434A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F434A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F434A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5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6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FF8256119684AFAA3EAD06CA41CC8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A6C39C-193A-4D4E-899C-105D9C6201D2}"/>
      </w:docPartPr>
      <w:docPartBody>
        <w:p w:rsidR="008274EF" w:rsidRDefault="0096122E" w:rsidP="0096122E">
          <w:pPr>
            <w:pStyle w:val="CFF8256119684AFAA3EAD06CA41CC861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122E"/>
    <w:rsid w:val="00226CD1"/>
    <w:rsid w:val="003268D4"/>
    <w:rsid w:val="003E07AF"/>
    <w:rsid w:val="0044213F"/>
    <w:rsid w:val="00463C26"/>
    <w:rsid w:val="004E1C88"/>
    <w:rsid w:val="00666137"/>
    <w:rsid w:val="007D0B06"/>
    <w:rsid w:val="007F3061"/>
    <w:rsid w:val="008274EF"/>
    <w:rsid w:val="008F3A1E"/>
    <w:rsid w:val="009271E5"/>
    <w:rsid w:val="0096122E"/>
    <w:rsid w:val="009A711E"/>
    <w:rsid w:val="009F1D9B"/>
    <w:rsid w:val="00A66ACB"/>
    <w:rsid w:val="00AB27F5"/>
    <w:rsid w:val="00BD08E2"/>
    <w:rsid w:val="00CE38BA"/>
    <w:rsid w:val="00DC3655"/>
    <w:rsid w:val="00E24643"/>
    <w:rsid w:val="00F0648A"/>
    <w:rsid w:val="00F6772E"/>
    <w:rsid w:val="00F903D3"/>
    <w:rsid w:val="00F90888"/>
    <w:rsid w:val="00FA5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6122E"/>
    <w:rPr>
      <w:color w:val="808080"/>
    </w:rPr>
  </w:style>
  <w:style w:type="paragraph" w:customStyle="1" w:styleId="CFF8256119684AFAA3EAD06CA41CC861">
    <w:name w:val="CFF8256119684AFAA3EAD06CA41CC861"/>
    <w:rsid w:val="009612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A61F7D-CC01-4D33-94CE-29536563C5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984234ca-c373-45c2-b25d-5f673622f748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2533EBA-89AB-4E98-BF46-7D244D689F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VTP_nové_logo-5.dotx</Template>
  <TotalTime>3</TotalTime>
  <Pages>9</Pages>
  <Words>2010</Words>
  <Characters>11865</Characters>
  <Application>Microsoft Office Word</Application>
  <DocSecurity>0</DocSecurity>
  <Lines>98</Lines>
  <Paragraphs>27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Walta Petr, Ing.</cp:lastModifiedBy>
  <cp:revision>4</cp:revision>
  <cp:lastPrinted>2019-06-26T07:12:00Z</cp:lastPrinted>
  <dcterms:created xsi:type="dcterms:W3CDTF">2025-06-06T12:25:00Z</dcterms:created>
  <dcterms:modified xsi:type="dcterms:W3CDTF">2025-06-12T04:49:00Z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